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F50372" w14:textId="77777777" w:rsidR="006E5D65" w:rsidRPr="00C17FCA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17FCA">
        <w:rPr>
          <w:rFonts w:ascii="Corbel" w:hAnsi="Corbel"/>
          <w:b/>
          <w:bCs/>
        </w:rPr>
        <w:t xml:space="preserve">   </w:t>
      </w:r>
      <w:r w:rsidR="00CD6897" w:rsidRPr="00C17FCA">
        <w:rPr>
          <w:rFonts w:ascii="Corbel" w:hAnsi="Corbel"/>
          <w:b/>
          <w:bCs/>
        </w:rPr>
        <w:tab/>
      </w:r>
      <w:r w:rsidR="00CD6897" w:rsidRPr="00C17FCA">
        <w:rPr>
          <w:rFonts w:ascii="Corbel" w:hAnsi="Corbel"/>
          <w:b/>
          <w:bCs/>
        </w:rPr>
        <w:tab/>
      </w:r>
      <w:r w:rsidR="00CD6897" w:rsidRPr="00C17FCA">
        <w:rPr>
          <w:rFonts w:ascii="Corbel" w:hAnsi="Corbel"/>
          <w:b/>
          <w:bCs/>
        </w:rPr>
        <w:tab/>
      </w:r>
      <w:r w:rsidR="00CD6897" w:rsidRPr="00C17FCA">
        <w:rPr>
          <w:rFonts w:ascii="Corbel" w:hAnsi="Corbel"/>
          <w:b/>
          <w:bCs/>
        </w:rPr>
        <w:tab/>
      </w:r>
      <w:r w:rsidR="00CD6897" w:rsidRPr="00C17FCA">
        <w:rPr>
          <w:rFonts w:ascii="Corbel" w:hAnsi="Corbel"/>
          <w:b/>
          <w:bCs/>
        </w:rPr>
        <w:tab/>
      </w:r>
      <w:r w:rsidR="00CD6897" w:rsidRPr="00C17FCA">
        <w:rPr>
          <w:rFonts w:ascii="Corbel" w:hAnsi="Corbel"/>
          <w:b/>
          <w:bCs/>
        </w:rPr>
        <w:tab/>
      </w:r>
      <w:r w:rsidR="00D8678B" w:rsidRPr="00C17FCA">
        <w:rPr>
          <w:rFonts w:ascii="Corbel" w:hAnsi="Corbel"/>
          <w:bCs/>
          <w:i/>
        </w:rPr>
        <w:t xml:space="preserve">Załącznik nr </w:t>
      </w:r>
      <w:r w:rsidR="006F31E2" w:rsidRPr="00C17FCA">
        <w:rPr>
          <w:rFonts w:ascii="Corbel" w:hAnsi="Corbel"/>
          <w:bCs/>
          <w:i/>
        </w:rPr>
        <w:t>1.5</w:t>
      </w:r>
      <w:r w:rsidR="00D8678B" w:rsidRPr="00C17FCA">
        <w:rPr>
          <w:rFonts w:ascii="Corbel" w:hAnsi="Corbel"/>
          <w:bCs/>
          <w:i/>
        </w:rPr>
        <w:t xml:space="preserve"> do Zarządzenia</w:t>
      </w:r>
      <w:r w:rsidR="002A22BF" w:rsidRPr="00C17FCA">
        <w:rPr>
          <w:rFonts w:ascii="Corbel" w:hAnsi="Corbel"/>
          <w:bCs/>
          <w:i/>
        </w:rPr>
        <w:t xml:space="preserve"> Rektora UR </w:t>
      </w:r>
      <w:r w:rsidR="00CD6897" w:rsidRPr="00C17FCA">
        <w:rPr>
          <w:rFonts w:ascii="Corbel" w:hAnsi="Corbel"/>
          <w:bCs/>
          <w:i/>
        </w:rPr>
        <w:t xml:space="preserve"> nr </w:t>
      </w:r>
      <w:r w:rsidR="00F17567" w:rsidRPr="00C17FCA">
        <w:rPr>
          <w:rFonts w:ascii="Corbel" w:hAnsi="Corbel"/>
          <w:bCs/>
          <w:i/>
        </w:rPr>
        <w:t>12/2019</w:t>
      </w:r>
    </w:p>
    <w:p w14:paraId="2391DC4C" w14:textId="77777777" w:rsidR="0085747A" w:rsidRPr="00C17FC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C17FCA">
        <w:rPr>
          <w:rFonts w:ascii="Corbel" w:hAnsi="Corbel"/>
          <w:b/>
          <w:smallCaps/>
        </w:rPr>
        <w:t>SYLABUS</w:t>
      </w:r>
    </w:p>
    <w:p w14:paraId="2DBD05B6" w14:textId="728ACFFA" w:rsidR="0085747A" w:rsidRPr="00C17FC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C17FCA">
        <w:rPr>
          <w:rFonts w:ascii="Corbel" w:hAnsi="Corbel"/>
          <w:b/>
          <w:smallCaps/>
        </w:rPr>
        <w:t>dotyczy cyklu kształcenia</w:t>
      </w:r>
      <w:r w:rsidR="0085747A" w:rsidRPr="00C17FCA">
        <w:rPr>
          <w:rFonts w:ascii="Corbel" w:hAnsi="Corbel"/>
          <w:b/>
          <w:smallCaps/>
        </w:rPr>
        <w:t xml:space="preserve"> </w:t>
      </w:r>
      <w:r w:rsidR="001813B2">
        <w:rPr>
          <w:rFonts w:ascii="Corbel" w:hAnsi="Corbel"/>
          <w:b/>
          <w:smallCaps/>
          <w:sz w:val="24"/>
          <w:szCs w:val="24"/>
        </w:rPr>
        <w:t>2021-2024</w:t>
      </w:r>
    </w:p>
    <w:p w14:paraId="4790D023" w14:textId="6E420370" w:rsidR="0085747A" w:rsidRPr="0089204A" w:rsidRDefault="00EA4832" w:rsidP="0089204A">
      <w:pPr>
        <w:spacing w:after="0" w:line="240" w:lineRule="exact"/>
        <w:ind w:left="708"/>
        <w:jc w:val="both"/>
        <w:rPr>
          <w:rFonts w:ascii="Corbel" w:hAnsi="Corbel"/>
          <w:sz w:val="20"/>
        </w:rPr>
      </w:pPr>
      <w:r w:rsidRPr="0089204A">
        <w:rPr>
          <w:rFonts w:ascii="Corbel" w:hAnsi="Corbel"/>
          <w:i/>
          <w:sz w:val="20"/>
        </w:rPr>
        <w:t xml:space="preserve">                                                                                                             </w:t>
      </w:r>
      <w:r w:rsidR="0089204A">
        <w:rPr>
          <w:rFonts w:ascii="Corbel" w:hAnsi="Corbel"/>
          <w:i/>
          <w:sz w:val="20"/>
        </w:rPr>
        <w:t xml:space="preserve">           </w:t>
      </w:r>
      <w:r w:rsidR="0085747A" w:rsidRPr="0089204A">
        <w:rPr>
          <w:rFonts w:ascii="Corbel" w:hAnsi="Corbel"/>
          <w:i/>
          <w:sz w:val="20"/>
        </w:rPr>
        <w:t>(skrajne daty</w:t>
      </w:r>
      <w:r w:rsidR="0085747A" w:rsidRPr="0089204A">
        <w:rPr>
          <w:rFonts w:ascii="Corbel" w:hAnsi="Corbel"/>
          <w:sz w:val="20"/>
        </w:rPr>
        <w:t>)</w:t>
      </w:r>
    </w:p>
    <w:p w14:paraId="198DB153" w14:textId="4C371C02" w:rsidR="00445970" w:rsidRPr="00C17FCA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C17FCA">
        <w:rPr>
          <w:rFonts w:ascii="Corbel" w:hAnsi="Corbel"/>
        </w:rPr>
        <w:tab/>
      </w:r>
      <w:r w:rsidRPr="00C17FCA">
        <w:rPr>
          <w:rFonts w:ascii="Corbel" w:hAnsi="Corbel"/>
        </w:rPr>
        <w:tab/>
      </w:r>
      <w:r w:rsidRPr="00C17FCA">
        <w:rPr>
          <w:rFonts w:ascii="Corbel" w:hAnsi="Corbel"/>
        </w:rPr>
        <w:tab/>
      </w:r>
      <w:r w:rsidRPr="00C17FCA">
        <w:rPr>
          <w:rFonts w:ascii="Corbel" w:hAnsi="Corbel"/>
        </w:rPr>
        <w:tab/>
      </w:r>
      <w:r w:rsidR="001813B2">
        <w:rPr>
          <w:rFonts w:ascii="Corbel" w:hAnsi="Corbel"/>
        </w:rPr>
        <w:tab/>
      </w:r>
      <w:bookmarkStart w:id="0" w:name="_GoBack"/>
      <w:bookmarkEnd w:id="0"/>
      <w:r w:rsidRPr="00C17FCA">
        <w:rPr>
          <w:rFonts w:ascii="Corbel" w:hAnsi="Corbel"/>
        </w:rPr>
        <w:t xml:space="preserve">Rok akademicki </w:t>
      </w:r>
      <w:r w:rsidR="001813B2" w:rsidRPr="001813B2">
        <w:rPr>
          <w:rFonts w:ascii="Corbel" w:hAnsi="Corbel"/>
        </w:rPr>
        <w:t>2023/2024</w:t>
      </w:r>
    </w:p>
    <w:p w14:paraId="6BD87220" w14:textId="77777777" w:rsidR="0085747A" w:rsidRPr="00C17FCA" w:rsidRDefault="0085747A" w:rsidP="009C54AE">
      <w:pPr>
        <w:spacing w:after="0" w:line="240" w:lineRule="auto"/>
        <w:rPr>
          <w:rFonts w:ascii="Corbel" w:hAnsi="Corbel"/>
        </w:rPr>
      </w:pPr>
    </w:p>
    <w:p w14:paraId="699F1F92" w14:textId="77777777" w:rsidR="0085747A" w:rsidRPr="00C17FCA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C17FCA">
        <w:rPr>
          <w:rFonts w:ascii="Corbel" w:hAnsi="Corbel"/>
          <w:sz w:val="22"/>
        </w:rPr>
        <w:t xml:space="preserve">1. </w:t>
      </w:r>
      <w:r w:rsidR="0085747A" w:rsidRPr="00C17FCA">
        <w:rPr>
          <w:rFonts w:ascii="Corbel" w:hAnsi="Corbel"/>
          <w:sz w:val="22"/>
        </w:rPr>
        <w:t xml:space="preserve">Podstawowe </w:t>
      </w:r>
      <w:r w:rsidR="00445970" w:rsidRPr="00C17FCA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17FCA" w14:paraId="1F16B04E" w14:textId="77777777" w:rsidTr="00B819C8">
        <w:tc>
          <w:tcPr>
            <w:tcW w:w="2694" w:type="dxa"/>
            <w:vAlign w:val="center"/>
          </w:tcPr>
          <w:p w14:paraId="188B1E40" w14:textId="77777777" w:rsidR="0085747A" w:rsidRPr="00C17F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C17FCA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143A8B" w14:textId="1980DD75" w:rsidR="0085747A" w:rsidRPr="00C17FCA" w:rsidRDefault="007019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2"/>
              </w:rPr>
            </w:pPr>
            <w:r w:rsidRPr="00C17FCA">
              <w:rPr>
                <w:rFonts w:ascii="Corbel" w:hAnsi="Corbel"/>
                <w:color w:val="auto"/>
                <w:sz w:val="22"/>
              </w:rPr>
              <w:t>Podstawy prawa karnego i prawa wykroczeń</w:t>
            </w:r>
          </w:p>
        </w:tc>
      </w:tr>
      <w:tr w:rsidR="0085747A" w:rsidRPr="00C17FCA" w14:paraId="04F921E4" w14:textId="77777777" w:rsidTr="00B819C8">
        <w:tc>
          <w:tcPr>
            <w:tcW w:w="2694" w:type="dxa"/>
            <w:vAlign w:val="center"/>
          </w:tcPr>
          <w:p w14:paraId="44765097" w14:textId="77777777" w:rsidR="0085747A" w:rsidRPr="00C17F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C17FCA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C17FCA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09FE89CD" w14:textId="56AFD13F" w:rsidR="0085747A" w:rsidRPr="00C17FCA" w:rsidRDefault="007019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C17FCA">
              <w:rPr>
                <w:rFonts w:ascii="Corbel" w:hAnsi="Corbel"/>
                <w:b w:val="0"/>
                <w:color w:val="auto"/>
                <w:sz w:val="22"/>
              </w:rPr>
              <w:t>PRA16</w:t>
            </w:r>
          </w:p>
        </w:tc>
      </w:tr>
      <w:tr w:rsidR="0085747A" w:rsidRPr="00C17FCA" w14:paraId="42A70F97" w14:textId="77777777" w:rsidTr="00B819C8">
        <w:tc>
          <w:tcPr>
            <w:tcW w:w="2694" w:type="dxa"/>
            <w:vAlign w:val="center"/>
          </w:tcPr>
          <w:p w14:paraId="6495E5F1" w14:textId="77777777" w:rsidR="0085747A" w:rsidRPr="00C17FC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C17FCA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C17FCA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A33EA4" w14:textId="1C4E8010" w:rsidR="0085747A" w:rsidRPr="00C17FCA" w:rsidRDefault="00C64F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C17FCA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C17FCA" w14:paraId="0EE260EF" w14:textId="77777777" w:rsidTr="00B819C8">
        <w:tc>
          <w:tcPr>
            <w:tcW w:w="2694" w:type="dxa"/>
            <w:vAlign w:val="center"/>
          </w:tcPr>
          <w:p w14:paraId="1E0DF0EB" w14:textId="77777777" w:rsidR="0085747A" w:rsidRPr="00C17F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C17FCA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7E031C7" w14:textId="747DCAF6" w:rsidR="0085747A" w:rsidRPr="00C17FCA" w:rsidRDefault="00C17F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C17FCA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C17FCA" w14:paraId="54F8F7C5" w14:textId="77777777" w:rsidTr="00B819C8">
        <w:tc>
          <w:tcPr>
            <w:tcW w:w="2694" w:type="dxa"/>
            <w:vAlign w:val="center"/>
          </w:tcPr>
          <w:p w14:paraId="1DAD68CC" w14:textId="77777777" w:rsidR="0085747A" w:rsidRPr="00C17F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C17FCA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09A27E3" w14:textId="463B4F53" w:rsidR="0085747A" w:rsidRPr="00C17FCA" w:rsidRDefault="007019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C17FCA">
              <w:rPr>
                <w:rFonts w:ascii="Corbel" w:hAnsi="Corbel"/>
                <w:b w:val="0"/>
                <w:sz w:val="22"/>
              </w:rPr>
              <w:t>Administracja</w:t>
            </w:r>
          </w:p>
        </w:tc>
      </w:tr>
      <w:tr w:rsidR="0085747A" w:rsidRPr="00C17FCA" w14:paraId="5DD80AC0" w14:textId="77777777" w:rsidTr="00B819C8">
        <w:tc>
          <w:tcPr>
            <w:tcW w:w="2694" w:type="dxa"/>
            <w:vAlign w:val="center"/>
          </w:tcPr>
          <w:p w14:paraId="6E462544" w14:textId="77777777" w:rsidR="0085747A" w:rsidRPr="00C17FC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C17FCA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10A6B4" w14:textId="44B9CD03" w:rsidR="0085747A" w:rsidRPr="00C17FCA" w:rsidRDefault="007019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C17FCA">
              <w:rPr>
                <w:rFonts w:ascii="Corbel" w:hAnsi="Corbel"/>
                <w:b w:val="0"/>
                <w:sz w:val="22"/>
              </w:rPr>
              <w:t>Studia I stopnia</w:t>
            </w:r>
          </w:p>
        </w:tc>
      </w:tr>
      <w:tr w:rsidR="0085747A" w:rsidRPr="00C17FCA" w14:paraId="4F8EFCEC" w14:textId="77777777" w:rsidTr="00B819C8">
        <w:tc>
          <w:tcPr>
            <w:tcW w:w="2694" w:type="dxa"/>
            <w:vAlign w:val="center"/>
          </w:tcPr>
          <w:p w14:paraId="44214CE7" w14:textId="77777777" w:rsidR="0085747A" w:rsidRPr="00C17F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C17FCA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4C901C00" w14:textId="177D2845" w:rsidR="0085747A" w:rsidRPr="00C17FCA" w:rsidRDefault="007019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C17FCA">
              <w:rPr>
                <w:rFonts w:ascii="Corbel" w:hAnsi="Corbel"/>
                <w:b w:val="0"/>
                <w:sz w:val="22"/>
              </w:rPr>
              <w:t>Praktyczny</w:t>
            </w:r>
          </w:p>
        </w:tc>
      </w:tr>
      <w:tr w:rsidR="0085747A" w:rsidRPr="00C17FCA" w14:paraId="7C4408AB" w14:textId="77777777" w:rsidTr="00B819C8">
        <w:tc>
          <w:tcPr>
            <w:tcW w:w="2694" w:type="dxa"/>
            <w:vAlign w:val="center"/>
          </w:tcPr>
          <w:p w14:paraId="3B89CA2B" w14:textId="77777777" w:rsidR="0085747A" w:rsidRPr="00C17F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C17FCA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1DA4B2" w14:textId="6C544262" w:rsidR="0085747A" w:rsidRPr="00C17FCA" w:rsidRDefault="007019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C17FCA">
              <w:rPr>
                <w:rFonts w:ascii="Corbel" w:hAnsi="Corbel"/>
                <w:b w:val="0"/>
                <w:sz w:val="22"/>
              </w:rPr>
              <w:t>Stacjonarne</w:t>
            </w:r>
          </w:p>
        </w:tc>
      </w:tr>
      <w:tr w:rsidR="0085747A" w:rsidRPr="00C17FCA" w14:paraId="4B96F7DC" w14:textId="77777777" w:rsidTr="00B819C8">
        <w:tc>
          <w:tcPr>
            <w:tcW w:w="2694" w:type="dxa"/>
            <w:vAlign w:val="center"/>
          </w:tcPr>
          <w:p w14:paraId="590D7750" w14:textId="77777777" w:rsidR="0085747A" w:rsidRPr="00C17F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C17FCA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C17FCA">
              <w:rPr>
                <w:rFonts w:ascii="Corbel" w:hAnsi="Corbel"/>
                <w:sz w:val="22"/>
                <w:szCs w:val="22"/>
              </w:rPr>
              <w:t>/y</w:t>
            </w:r>
            <w:r w:rsidRPr="00C17FCA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A7272E" w14:textId="710A9D3B" w:rsidR="0085747A" w:rsidRPr="00C17FCA" w:rsidRDefault="007019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C17FCA">
              <w:rPr>
                <w:rFonts w:ascii="Corbel" w:hAnsi="Corbel"/>
                <w:b w:val="0"/>
                <w:sz w:val="22"/>
              </w:rPr>
              <w:t xml:space="preserve">Rok III, semestr </w:t>
            </w:r>
            <w:r w:rsidR="00006369" w:rsidRPr="00C17FCA">
              <w:rPr>
                <w:rFonts w:ascii="Corbel" w:hAnsi="Corbel"/>
                <w:b w:val="0"/>
                <w:sz w:val="22"/>
              </w:rPr>
              <w:t>VI</w:t>
            </w:r>
          </w:p>
        </w:tc>
      </w:tr>
      <w:tr w:rsidR="0085747A" w:rsidRPr="00C17FCA" w14:paraId="24499E04" w14:textId="77777777" w:rsidTr="00B819C8">
        <w:tc>
          <w:tcPr>
            <w:tcW w:w="2694" w:type="dxa"/>
            <w:vAlign w:val="center"/>
          </w:tcPr>
          <w:p w14:paraId="79AF9F57" w14:textId="77777777" w:rsidR="0085747A" w:rsidRPr="00C17F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C17FCA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80C670" w14:textId="0E6305DE" w:rsidR="0085747A" w:rsidRPr="00C17FCA" w:rsidRDefault="007019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C17FCA">
              <w:rPr>
                <w:rFonts w:ascii="Corbel" w:hAnsi="Corbel"/>
                <w:b w:val="0"/>
                <w:sz w:val="22"/>
              </w:rPr>
              <w:t>Obowiązkowy</w:t>
            </w:r>
          </w:p>
        </w:tc>
      </w:tr>
      <w:tr w:rsidR="00923D7D" w:rsidRPr="00C17FCA" w14:paraId="4973EABC" w14:textId="77777777" w:rsidTr="00B819C8">
        <w:tc>
          <w:tcPr>
            <w:tcW w:w="2694" w:type="dxa"/>
            <w:vAlign w:val="center"/>
          </w:tcPr>
          <w:p w14:paraId="373FC570" w14:textId="77777777" w:rsidR="00923D7D" w:rsidRPr="00C17FC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C17FCA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862631" w14:textId="0F70CE90" w:rsidR="00923D7D" w:rsidRPr="00C17FCA" w:rsidRDefault="007019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C17FCA">
              <w:rPr>
                <w:rFonts w:ascii="Corbel" w:hAnsi="Corbel"/>
                <w:b w:val="0"/>
                <w:sz w:val="22"/>
              </w:rPr>
              <w:t>Język polski</w:t>
            </w:r>
          </w:p>
        </w:tc>
      </w:tr>
      <w:tr w:rsidR="0085747A" w:rsidRPr="00C17FCA" w14:paraId="3129F162" w14:textId="77777777" w:rsidTr="00B819C8">
        <w:tc>
          <w:tcPr>
            <w:tcW w:w="2694" w:type="dxa"/>
            <w:vAlign w:val="center"/>
          </w:tcPr>
          <w:p w14:paraId="7F010C54" w14:textId="77777777" w:rsidR="0085747A" w:rsidRPr="00C17F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C17FCA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642F124" w14:textId="2EE5B7D0" w:rsidR="0085747A" w:rsidRPr="00C17FCA" w:rsidRDefault="007019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C17FCA">
              <w:rPr>
                <w:rFonts w:ascii="Corbel" w:hAnsi="Corbel"/>
                <w:b w:val="0"/>
                <w:sz w:val="22"/>
              </w:rPr>
              <w:t>Dr Dorota Habrat</w:t>
            </w:r>
          </w:p>
        </w:tc>
      </w:tr>
      <w:tr w:rsidR="0085747A" w:rsidRPr="00C17FCA" w14:paraId="7B0B7492" w14:textId="77777777" w:rsidTr="00B819C8">
        <w:tc>
          <w:tcPr>
            <w:tcW w:w="2694" w:type="dxa"/>
            <w:vAlign w:val="center"/>
          </w:tcPr>
          <w:p w14:paraId="311E0762" w14:textId="77777777" w:rsidR="0085747A" w:rsidRPr="00C17F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C17FCA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80DF8B7" w14:textId="1F87CE6A" w:rsidR="0085747A" w:rsidRPr="00C17FCA" w:rsidRDefault="007019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C17FCA">
              <w:rPr>
                <w:rFonts w:ascii="Corbel" w:hAnsi="Corbel"/>
                <w:b w:val="0"/>
                <w:sz w:val="22"/>
              </w:rPr>
              <w:t>Dr Dorota Habrat</w:t>
            </w:r>
          </w:p>
        </w:tc>
      </w:tr>
    </w:tbl>
    <w:p w14:paraId="0183FB0E" w14:textId="77777777" w:rsidR="0085747A" w:rsidRPr="00C17FCA" w:rsidRDefault="0085747A" w:rsidP="00C17FCA">
      <w:pPr>
        <w:pStyle w:val="Podpunkty"/>
        <w:spacing w:after="100" w:afterAutospacing="1"/>
        <w:ind w:left="0"/>
        <w:rPr>
          <w:rFonts w:ascii="Corbel" w:hAnsi="Corbel"/>
          <w:szCs w:val="22"/>
        </w:rPr>
      </w:pPr>
      <w:r w:rsidRPr="00C17FCA">
        <w:rPr>
          <w:rFonts w:ascii="Corbel" w:hAnsi="Corbel"/>
          <w:szCs w:val="22"/>
        </w:rPr>
        <w:t xml:space="preserve">* </w:t>
      </w:r>
      <w:r w:rsidRPr="00C17FCA">
        <w:rPr>
          <w:rFonts w:ascii="Corbel" w:hAnsi="Corbel"/>
          <w:i/>
          <w:szCs w:val="22"/>
        </w:rPr>
        <w:t>-</w:t>
      </w:r>
      <w:r w:rsidR="00B90885" w:rsidRPr="00C17FCA">
        <w:rPr>
          <w:rFonts w:ascii="Corbel" w:hAnsi="Corbel"/>
          <w:b w:val="0"/>
          <w:i/>
          <w:szCs w:val="22"/>
        </w:rPr>
        <w:t>opcjonalni</w:t>
      </w:r>
      <w:r w:rsidR="00B90885" w:rsidRPr="00C17FCA">
        <w:rPr>
          <w:rFonts w:ascii="Corbel" w:hAnsi="Corbel"/>
          <w:b w:val="0"/>
          <w:szCs w:val="22"/>
        </w:rPr>
        <w:t>e,</w:t>
      </w:r>
      <w:r w:rsidRPr="00C17FCA">
        <w:rPr>
          <w:rFonts w:ascii="Corbel" w:hAnsi="Corbel"/>
          <w:i/>
          <w:szCs w:val="22"/>
        </w:rPr>
        <w:t xml:space="preserve"> </w:t>
      </w:r>
      <w:r w:rsidRPr="00C17FCA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C17FCA">
        <w:rPr>
          <w:rFonts w:ascii="Corbel" w:hAnsi="Corbel"/>
          <w:b w:val="0"/>
          <w:i/>
          <w:szCs w:val="22"/>
        </w:rPr>
        <w:t>w Jednostce</w:t>
      </w:r>
    </w:p>
    <w:p w14:paraId="08380F4D" w14:textId="77777777" w:rsidR="0085747A" w:rsidRPr="00C17FCA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C17FCA">
        <w:rPr>
          <w:rFonts w:ascii="Corbel" w:hAnsi="Corbel"/>
          <w:szCs w:val="22"/>
        </w:rPr>
        <w:t>1.</w:t>
      </w:r>
      <w:r w:rsidR="00E22FBC" w:rsidRPr="00C17FCA">
        <w:rPr>
          <w:rFonts w:ascii="Corbel" w:hAnsi="Corbel"/>
          <w:szCs w:val="22"/>
        </w:rPr>
        <w:t>1</w:t>
      </w:r>
      <w:r w:rsidRPr="00C17FCA">
        <w:rPr>
          <w:rFonts w:ascii="Corbel" w:hAnsi="Corbel"/>
          <w:szCs w:val="22"/>
        </w:rPr>
        <w:t xml:space="preserve">.Formy zajęć dydaktycznych, wymiar godzin i punktów ECTS </w:t>
      </w:r>
    </w:p>
    <w:p w14:paraId="69AF9F96" w14:textId="77777777" w:rsidR="00923D7D" w:rsidRPr="00C17FCA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2"/>
        <w:gridCol w:w="789"/>
        <w:gridCol w:w="848"/>
        <w:gridCol w:w="801"/>
        <w:gridCol w:w="820"/>
        <w:gridCol w:w="765"/>
        <w:gridCol w:w="948"/>
        <w:gridCol w:w="1190"/>
        <w:gridCol w:w="1510"/>
      </w:tblGrid>
      <w:tr w:rsidR="00015B8F" w:rsidRPr="00C17FCA" w14:paraId="584232D4" w14:textId="77777777" w:rsidTr="00C17FCA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A3A8D" w14:textId="77777777" w:rsidR="00015B8F" w:rsidRPr="00C17FCA" w:rsidRDefault="00015B8F" w:rsidP="00C17F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C17FCA">
              <w:rPr>
                <w:rFonts w:ascii="Corbel" w:hAnsi="Corbel"/>
                <w:sz w:val="22"/>
              </w:rPr>
              <w:t>Semestr</w:t>
            </w:r>
          </w:p>
          <w:p w14:paraId="7EF4ECC4" w14:textId="77777777" w:rsidR="00015B8F" w:rsidRPr="00C17FCA" w:rsidRDefault="002B5EA0" w:rsidP="00C17F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C17FCA">
              <w:rPr>
                <w:rFonts w:ascii="Corbel" w:hAnsi="Corbel"/>
                <w:sz w:val="22"/>
              </w:rPr>
              <w:t>(</w:t>
            </w:r>
            <w:r w:rsidR="00363F78" w:rsidRPr="00C17FCA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C083A" w14:textId="77777777" w:rsidR="00015B8F" w:rsidRPr="00C17FCA" w:rsidRDefault="00015B8F" w:rsidP="00C17F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C17FCA">
              <w:rPr>
                <w:rFonts w:ascii="Corbel" w:hAnsi="Corbel"/>
                <w:sz w:val="22"/>
              </w:rPr>
              <w:t>Wykł</w:t>
            </w:r>
            <w:proofErr w:type="spellEnd"/>
            <w:r w:rsidRPr="00C17FCA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457A2" w14:textId="77777777" w:rsidR="00015B8F" w:rsidRPr="00C17FCA" w:rsidRDefault="00015B8F" w:rsidP="00C17F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C17FCA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2D564" w14:textId="77777777" w:rsidR="00015B8F" w:rsidRPr="00C17FCA" w:rsidRDefault="00015B8F" w:rsidP="00C17F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C17FCA">
              <w:rPr>
                <w:rFonts w:ascii="Corbel" w:hAnsi="Corbel"/>
                <w:sz w:val="22"/>
              </w:rPr>
              <w:t>Konw</w:t>
            </w:r>
            <w:proofErr w:type="spellEnd"/>
            <w:r w:rsidRPr="00C17FCA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13A9D" w14:textId="77777777" w:rsidR="00015B8F" w:rsidRPr="00C17FCA" w:rsidRDefault="00015B8F" w:rsidP="00C17F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C17FCA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27857" w14:textId="77777777" w:rsidR="00015B8F" w:rsidRPr="00C17FCA" w:rsidRDefault="00015B8F" w:rsidP="00C17F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C17FCA">
              <w:rPr>
                <w:rFonts w:ascii="Corbel" w:hAnsi="Corbel"/>
                <w:sz w:val="22"/>
              </w:rPr>
              <w:t>Sem</w:t>
            </w:r>
            <w:proofErr w:type="spellEnd"/>
            <w:r w:rsidRPr="00C17FCA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FA39C" w14:textId="77777777" w:rsidR="00015B8F" w:rsidRPr="00C17FCA" w:rsidRDefault="00015B8F" w:rsidP="00C17F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C17FCA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450D7" w14:textId="77777777" w:rsidR="00015B8F" w:rsidRPr="00C17FCA" w:rsidRDefault="00015B8F" w:rsidP="00C17F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C17FCA">
              <w:rPr>
                <w:rFonts w:ascii="Corbel" w:hAnsi="Corbel"/>
                <w:sz w:val="22"/>
              </w:rPr>
              <w:t>Prakt</w:t>
            </w:r>
            <w:proofErr w:type="spellEnd"/>
            <w:r w:rsidRPr="00C17FCA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E38A5" w14:textId="77777777" w:rsidR="00015B8F" w:rsidRPr="00C17FCA" w:rsidRDefault="00015B8F" w:rsidP="00C17F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C17FCA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00B66" w14:textId="77777777" w:rsidR="00015B8F" w:rsidRPr="00C17FCA" w:rsidRDefault="00015B8F" w:rsidP="00C17F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C17FCA">
              <w:rPr>
                <w:rFonts w:ascii="Corbel" w:hAnsi="Corbel"/>
                <w:b/>
                <w:sz w:val="22"/>
              </w:rPr>
              <w:t>Liczba pkt</w:t>
            </w:r>
            <w:r w:rsidR="00B90885" w:rsidRPr="00C17FCA">
              <w:rPr>
                <w:rFonts w:ascii="Corbel" w:hAnsi="Corbel"/>
                <w:b/>
                <w:sz w:val="22"/>
              </w:rPr>
              <w:t>.</w:t>
            </w:r>
            <w:r w:rsidRPr="00C17FCA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C17FCA" w14:paraId="79770B27" w14:textId="77777777" w:rsidTr="00C17FCA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4C2B5" w14:textId="0736D9CE" w:rsidR="00015B8F" w:rsidRPr="00C17FCA" w:rsidRDefault="00C64FA7" w:rsidP="00C17FCA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C17FCA">
              <w:rPr>
                <w:rFonts w:ascii="Corbel" w:hAnsi="Corbel"/>
                <w:sz w:val="22"/>
                <w:szCs w:val="22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95D7" w14:textId="7A26BF41" w:rsidR="00015B8F" w:rsidRPr="00C17FCA" w:rsidRDefault="007C0484" w:rsidP="00C17FCA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C17FCA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704CA" w14:textId="3B840ED5" w:rsidR="00015B8F" w:rsidRPr="00C17FCA" w:rsidRDefault="007C0484" w:rsidP="00C17FCA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C17FCA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F8F40" w14:textId="77777777" w:rsidR="00015B8F" w:rsidRPr="00C17FCA" w:rsidRDefault="00015B8F" w:rsidP="00C17FCA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76A3C" w14:textId="77777777" w:rsidR="00015B8F" w:rsidRPr="00C17FCA" w:rsidRDefault="00015B8F" w:rsidP="00C17FCA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34D6D" w14:textId="77777777" w:rsidR="00015B8F" w:rsidRPr="00C17FCA" w:rsidRDefault="00015B8F" w:rsidP="00C17FCA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E08F7" w14:textId="77777777" w:rsidR="00015B8F" w:rsidRPr="00C17FCA" w:rsidRDefault="00015B8F" w:rsidP="00C17FCA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D8AE" w14:textId="652B6580" w:rsidR="00015B8F" w:rsidRPr="00C17FCA" w:rsidRDefault="00015B8F" w:rsidP="00C17FCA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742BC" w14:textId="77777777" w:rsidR="00015B8F" w:rsidRPr="00C17FCA" w:rsidRDefault="00015B8F" w:rsidP="00C17FCA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F0A0" w14:textId="36BF6BB7" w:rsidR="00015B8F" w:rsidRPr="00C17FCA" w:rsidRDefault="00627A00" w:rsidP="00C17FCA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C17FCA">
              <w:rPr>
                <w:rFonts w:ascii="Corbel" w:hAnsi="Corbel"/>
                <w:sz w:val="22"/>
                <w:szCs w:val="22"/>
              </w:rPr>
              <w:t>2</w:t>
            </w:r>
          </w:p>
        </w:tc>
      </w:tr>
    </w:tbl>
    <w:p w14:paraId="067474D0" w14:textId="77777777" w:rsidR="00923D7D" w:rsidRPr="00C17FCA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3CB210FA" w14:textId="77777777" w:rsidR="0085747A" w:rsidRPr="00C17FC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C17FCA">
        <w:rPr>
          <w:rFonts w:ascii="Corbel" w:hAnsi="Corbel"/>
          <w:smallCaps w:val="0"/>
          <w:sz w:val="22"/>
        </w:rPr>
        <w:t>1.</w:t>
      </w:r>
      <w:r w:rsidR="00E22FBC" w:rsidRPr="00C17FCA">
        <w:rPr>
          <w:rFonts w:ascii="Corbel" w:hAnsi="Corbel"/>
          <w:smallCaps w:val="0"/>
          <w:sz w:val="22"/>
        </w:rPr>
        <w:t>2</w:t>
      </w:r>
      <w:r w:rsidR="00F83B28" w:rsidRPr="00C17FCA">
        <w:rPr>
          <w:rFonts w:ascii="Corbel" w:hAnsi="Corbel"/>
          <w:smallCaps w:val="0"/>
          <w:sz w:val="22"/>
        </w:rPr>
        <w:t>.</w:t>
      </w:r>
      <w:r w:rsidR="00F83B28" w:rsidRPr="00C17FCA">
        <w:rPr>
          <w:rFonts w:ascii="Corbel" w:hAnsi="Corbel"/>
          <w:smallCaps w:val="0"/>
          <w:sz w:val="22"/>
        </w:rPr>
        <w:tab/>
      </w:r>
      <w:r w:rsidRPr="00C17FCA">
        <w:rPr>
          <w:rFonts w:ascii="Corbel" w:hAnsi="Corbel"/>
          <w:smallCaps w:val="0"/>
          <w:sz w:val="22"/>
        </w:rPr>
        <w:t xml:space="preserve">Sposób realizacji zajęć  </w:t>
      </w:r>
    </w:p>
    <w:p w14:paraId="4BBB3815" w14:textId="77777777" w:rsidR="00C17FCA" w:rsidRDefault="00C17FCA" w:rsidP="00F83B28">
      <w:pPr>
        <w:pStyle w:val="Punktygwne"/>
        <w:spacing w:before="0" w:after="0"/>
        <w:ind w:left="709"/>
        <w:rPr>
          <w:rFonts w:ascii="Corbel" w:eastAsia="MS Gothic" w:hAnsi="Corbel" w:cs="Arial"/>
          <w:b w:val="0"/>
          <w:sz w:val="22"/>
        </w:rPr>
      </w:pPr>
    </w:p>
    <w:p w14:paraId="057E51C8" w14:textId="5439E2B6" w:rsidR="00006369" w:rsidRPr="00C17FCA" w:rsidRDefault="00627A0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C17FCA">
        <w:rPr>
          <w:rFonts w:ascii="Corbel" w:eastAsia="MS Gothic" w:hAnsi="Corbel" w:cs="Arial"/>
          <w:b w:val="0"/>
          <w:sz w:val="22"/>
        </w:rPr>
        <w:t>x</w:t>
      </w:r>
      <w:r w:rsidR="0085747A" w:rsidRPr="00C17FCA">
        <w:rPr>
          <w:rFonts w:ascii="Corbel" w:hAnsi="Corbel"/>
          <w:b w:val="0"/>
          <w:smallCaps w:val="0"/>
          <w:sz w:val="22"/>
        </w:rPr>
        <w:t xml:space="preserve"> zajęcia w formie tradycyjnej </w:t>
      </w:r>
      <w:r w:rsidR="00951E99" w:rsidRPr="00C17FCA">
        <w:rPr>
          <w:rFonts w:ascii="Corbel" w:hAnsi="Corbel"/>
          <w:b w:val="0"/>
          <w:smallCaps w:val="0"/>
          <w:sz w:val="22"/>
        </w:rPr>
        <w:t xml:space="preserve">(w zależności od sytuacji epidemiologicznej </w:t>
      </w:r>
      <w:r w:rsidR="0085747A" w:rsidRPr="00C17FCA">
        <w:rPr>
          <w:rFonts w:ascii="Corbel" w:hAnsi="Corbel"/>
          <w:b w:val="0"/>
          <w:smallCaps w:val="0"/>
          <w:sz w:val="22"/>
        </w:rPr>
        <w:t>zajęcia</w:t>
      </w:r>
    </w:p>
    <w:p w14:paraId="7F764163" w14:textId="5A141F33" w:rsidR="0085747A" w:rsidRPr="00C17FCA" w:rsidRDefault="000063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C17FCA">
        <w:rPr>
          <w:rFonts w:ascii="Corbel" w:eastAsia="MS Gothic" w:hAnsi="Corbel" w:cs="Arial"/>
          <w:b w:val="0"/>
          <w:sz w:val="22"/>
        </w:rPr>
        <w:t>x</w:t>
      </w:r>
      <w:r w:rsidRPr="00C17FCA">
        <w:rPr>
          <w:rFonts w:ascii="Corbel" w:hAnsi="Corbel"/>
          <w:b w:val="0"/>
          <w:smallCaps w:val="0"/>
          <w:sz w:val="22"/>
        </w:rPr>
        <w:t xml:space="preserve"> </w:t>
      </w:r>
      <w:r w:rsidR="0085747A" w:rsidRPr="00C17FCA">
        <w:rPr>
          <w:rFonts w:ascii="Corbel" w:hAnsi="Corbel"/>
          <w:b w:val="0"/>
          <w:smallCaps w:val="0"/>
          <w:sz w:val="22"/>
        </w:rPr>
        <w:t>realizowane z wykorzystaniem metod i technik kształcenia na odległość</w:t>
      </w:r>
      <w:r w:rsidR="00951E99" w:rsidRPr="00C17FCA">
        <w:rPr>
          <w:rFonts w:ascii="Corbel" w:hAnsi="Corbel"/>
          <w:b w:val="0"/>
          <w:smallCaps w:val="0"/>
          <w:sz w:val="22"/>
        </w:rPr>
        <w:t>)</w:t>
      </w:r>
    </w:p>
    <w:p w14:paraId="76B76082" w14:textId="77777777" w:rsidR="0085747A" w:rsidRPr="00C17FCA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73FE4AA4" w14:textId="77777777" w:rsidR="00E22FBC" w:rsidRPr="00C17FC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C17FCA">
        <w:rPr>
          <w:rFonts w:ascii="Corbel" w:hAnsi="Corbel"/>
          <w:smallCaps w:val="0"/>
          <w:sz w:val="22"/>
        </w:rPr>
        <w:t xml:space="preserve">1.3 </w:t>
      </w:r>
      <w:r w:rsidR="00F83B28" w:rsidRPr="00C17FCA">
        <w:rPr>
          <w:rFonts w:ascii="Corbel" w:hAnsi="Corbel"/>
          <w:smallCaps w:val="0"/>
          <w:sz w:val="22"/>
        </w:rPr>
        <w:tab/>
      </w:r>
      <w:r w:rsidRPr="00C17FCA">
        <w:rPr>
          <w:rFonts w:ascii="Corbel" w:hAnsi="Corbel"/>
          <w:smallCaps w:val="0"/>
          <w:sz w:val="22"/>
        </w:rPr>
        <w:t>For</w:t>
      </w:r>
      <w:r w:rsidR="00445970" w:rsidRPr="00C17FCA">
        <w:rPr>
          <w:rFonts w:ascii="Corbel" w:hAnsi="Corbel"/>
          <w:smallCaps w:val="0"/>
          <w:sz w:val="22"/>
        </w:rPr>
        <w:t xml:space="preserve">ma zaliczenia przedmiotu </w:t>
      </w:r>
      <w:r w:rsidRPr="00C17FCA">
        <w:rPr>
          <w:rFonts w:ascii="Corbel" w:hAnsi="Corbel"/>
          <w:smallCaps w:val="0"/>
          <w:sz w:val="22"/>
        </w:rPr>
        <w:t xml:space="preserve"> (z toku) </w:t>
      </w:r>
      <w:r w:rsidRPr="00C17FCA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478997F8" w14:textId="77777777" w:rsidR="00C17FCA" w:rsidRDefault="00C17FC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7D8279AC" w14:textId="686360E8" w:rsidR="009C54AE" w:rsidRPr="00C17FCA" w:rsidRDefault="00627A00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C17FCA">
        <w:rPr>
          <w:rFonts w:ascii="Corbel" w:hAnsi="Corbel"/>
          <w:b w:val="0"/>
          <w:sz w:val="22"/>
        </w:rPr>
        <w:t>Wykład: egzamin</w:t>
      </w:r>
    </w:p>
    <w:p w14:paraId="0CF37948" w14:textId="532DE048" w:rsidR="00627A00" w:rsidRPr="00C17FCA" w:rsidRDefault="00627A00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C17FCA">
        <w:rPr>
          <w:rFonts w:ascii="Corbel" w:hAnsi="Corbel"/>
          <w:b w:val="0"/>
          <w:sz w:val="22"/>
        </w:rPr>
        <w:t>Ćwiczenia: zaliczenie z oceną</w:t>
      </w:r>
    </w:p>
    <w:p w14:paraId="53EB2A7E" w14:textId="77777777" w:rsidR="00C17FCA" w:rsidRDefault="00C17FC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60C0112A" w14:textId="7FCA0028" w:rsidR="00E960BB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C17FCA">
        <w:rPr>
          <w:rFonts w:ascii="Corbel" w:hAnsi="Corbel"/>
          <w:sz w:val="22"/>
        </w:rPr>
        <w:t xml:space="preserve">2.Wymagania wstępne </w:t>
      </w:r>
    </w:p>
    <w:p w14:paraId="0374FD50" w14:textId="77777777" w:rsidR="00C17FCA" w:rsidRPr="00C17FCA" w:rsidRDefault="00C17FCA" w:rsidP="009C54AE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17FCA" w14:paraId="72449DDD" w14:textId="77777777" w:rsidTr="00745302">
        <w:tc>
          <w:tcPr>
            <w:tcW w:w="9670" w:type="dxa"/>
          </w:tcPr>
          <w:p w14:paraId="435F5CD0" w14:textId="382F105B" w:rsidR="0085747A" w:rsidRPr="00C17FCA" w:rsidRDefault="00627A0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17FC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Pozytywnie zaliczony egzamin z przedmiotu: Podstawy prawoznawstwa. Podstawowe wiadomości z zakresu logiki, organów ochrony prawnej, znajomość metod wykładni.</w:t>
            </w:r>
          </w:p>
          <w:p w14:paraId="3C786843" w14:textId="77777777" w:rsidR="0085747A" w:rsidRPr="00C17FCA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4D692B15" w14:textId="77777777" w:rsidR="00153C41" w:rsidRPr="00C17FCA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56A6B1F3" w14:textId="3A26A66D" w:rsidR="0085747A" w:rsidRPr="00C17FCA" w:rsidRDefault="00C17FCA" w:rsidP="009C54AE">
      <w:pPr>
        <w:pStyle w:val="Punktygwne"/>
        <w:spacing w:before="0" w:after="0"/>
        <w:rPr>
          <w:rFonts w:ascii="Corbel" w:hAnsi="Corbel"/>
          <w:sz w:val="22"/>
        </w:rPr>
      </w:pPr>
      <w:r>
        <w:rPr>
          <w:rFonts w:ascii="Corbel" w:hAnsi="Corbel"/>
          <w:sz w:val="22"/>
        </w:rPr>
        <w:br w:type="column"/>
      </w:r>
      <w:r w:rsidR="0071620A" w:rsidRPr="00C17FCA">
        <w:rPr>
          <w:rFonts w:ascii="Corbel" w:hAnsi="Corbel"/>
          <w:sz w:val="22"/>
        </w:rPr>
        <w:lastRenderedPageBreak/>
        <w:t>3.</w:t>
      </w:r>
      <w:r w:rsidR="0085747A" w:rsidRPr="00C17FCA">
        <w:rPr>
          <w:rFonts w:ascii="Corbel" w:hAnsi="Corbel"/>
          <w:sz w:val="22"/>
        </w:rPr>
        <w:t xml:space="preserve"> </w:t>
      </w:r>
      <w:r w:rsidR="00A84C85" w:rsidRPr="00C17FCA">
        <w:rPr>
          <w:rFonts w:ascii="Corbel" w:hAnsi="Corbel"/>
          <w:sz w:val="22"/>
        </w:rPr>
        <w:t>cele, efekty uczenia się</w:t>
      </w:r>
      <w:r w:rsidR="0085747A" w:rsidRPr="00C17FCA">
        <w:rPr>
          <w:rFonts w:ascii="Corbel" w:hAnsi="Corbel"/>
          <w:sz w:val="22"/>
        </w:rPr>
        <w:t xml:space="preserve"> , treści Programowe i stosowane metody Dydaktyczne</w:t>
      </w:r>
    </w:p>
    <w:p w14:paraId="540591A4" w14:textId="77777777" w:rsidR="0085747A" w:rsidRPr="00C17FCA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74B11CA9" w14:textId="77777777" w:rsidR="0085747A" w:rsidRPr="00C17FCA" w:rsidRDefault="0071620A" w:rsidP="009C54AE">
      <w:pPr>
        <w:pStyle w:val="Podpunkty"/>
        <w:rPr>
          <w:rFonts w:ascii="Corbel" w:hAnsi="Corbel"/>
          <w:szCs w:val="22"/>
        </w:rPr>
      </w:pPr>
      <w:r w:rsidRPr="00C17FCA">
        <w:rPr>
          <w:rFonts w:ascii="Corbel" w:hAnsi="Corbel"/>
          <w:szCs w:val="22"/>
        </w:rPr>
        <w:t xml:space="preserve">3.1 </w:t>
      </w:r>
      <w:r w:rsidR="00C05F44" w:rsidRPr="00C17FCA">
        <w:rPr>
          <w:rFonts w:ascii="Corbel" w:hAnsi="Corbel"/>
          <w:szCs w:val="22"/>
        </w:rPr>
        <w:t>Cele przedmiotu</w:t>
      </w:r>
    </w:p>
    <w:p w14:paraId="49A588AA" w14:textId="77777777" w:rsidR="00F83B28" w:rsidRPr="00C17FCA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17FCA" w14:paraId="78452A45" w14:textId="77777777" w:rsidTr="00923D7D">
        <w:tc>
          <w:tcPr>
            <w:tcW w:w="851" w:type="dxa"/>
            <w:vAlign w:val="center"/>
          </w:tcPr>
          <w:p w14:paraId="6E78B29A" w14:textId="77777777" w:rsidR="0085747A" w:rsidRPr="00C17FC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C17FCA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768BDC6" w14:textId="78763476" w:rsidR="0085747A" w:rsidRPr="00C17FCA" w:rsidRDefault="00627A0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C17FCA">
              <w:rPr>
                <w:rFonts w:ascii="Corbel" w:hAnsi="Corbel"/>
                <w:b w:val="0"/>
                <w:szCs w:val="22"/>
              </w:rPr>
              <w:t>Celem zajęć z przedmiotu jest przekazanie podstawowej wiedzy z zakresu prawa karnego i prawa wykroczeń oraz przybliżenie prawniczego sposobu rozumowania przy formułowaniu prawno-karnej kwalifikacji określonych zachowań</w:t>
            </w:r>
          </w:p>
        </w:tc>
      </w:tr>
      <w:tr w:rsidR="0085747A" w:rsidRPr="00C17FCA" w14:paraId="3E930106" w14:textId="77777777" w:rsidTr="00923D7D">
        <w:tc>
          <w:tcPr>
            <w:tcW w:w="851" w:type="dxa"/>
            <w:vAlign w:val="center"/>
          </w:tcPr>
          <w:p w14:paraId="10739500" w14:textId="22C2FCAC" w:rsidR="0085747A" w:rsidRPr="00C17FCA" w:rsidRDefault="00627A0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C17FCA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3D27E543" w14:textId="22035F9D" w:rsidR="0085747A" w:rsidRPr="00C17FCA" w:rsidRDefault="00627A0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C17FCA">
              <w:rPr>
                <w:rFonts w:ascii="Corbel" w:hAnsi="Corbel"/>
                <w:b w:val="0"/>
                <w:szCs w:val="22"/>
              </w:rPr>
              <w:t>Celem ćwiczeń jest zapoznanie studentów z praktycznym stosowaniem przepisów z zakresu prawa karnego i prawa wykroczeń, rozwiązywanie kazusów, analiza tekstu prawnego oraz wybranych orzeczeń Sądu Najwyższego.</w:t>
            </w:r>
          </w:p>
        </w:tc>
      </w:tr>
    </w:tbl>
    <w:p w14:paraId="79ABCCFD" w14:textId="77777777" w:rsidR="0085747A" w:rsidRPr="00C17F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4EE40AC2" w14:textId="77777777" w:rsidR="001D7B54" w:rsidRPr="00C17FCA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C17FCA">
        <w:rPr>
          <w:rFonts w:ascii="Corbel" w:hAnsi="Corbel"/>
          <w:b/>
        </w:rPr>
        <w:t xml:space="preserve">3.2 </w:t>
      </w:r>
      <w:r w:rsidR="001D7B54" w:rsidRPr="00C17FCA">
        <w:rPr>
          <w:rFonts w:ascii="Corbel" w:hAnsi="Corbel"/>
          <w:b/>
        </w:rPr>
        <w:t xml:space="preserve">Efekty </w:t>
      </w:r>
      <w:r w:rsidR="00C05F44" w:rsidRPr="00C17FCA">
        <w:rPr>
          <w:rFonts w:ascii="Corbel" w:hAnsi="Corbel"/>
          <w:b/>
        </w:rPr>
        <w:t xml:space="preserve">uczenia się </w:t>
      </w:r>
      <w:r w:rsidR="001D7B54" w:rsidRPr="00C17FCA">
        <w:rPr>
          <w:rFonts w:ascii="Corbel" w:hAnsi="Corbel"/>
          <w:b/>
        </w:rPr>
        <w:t>dla przedmiotu</w:t>
      </w:r>
      <w:r w:rsidR="00445970" w:rsidRPr="00C17FCA">
        <w:rPr>
          <w:rFonts w:ascii="Corbel" w:hAnsi="Corbel"/>
        </w:rPr>
        <w:t xml:space="preserve"> </w:t>
      </w:r>
    </w:p>
    <w:p w14:paraId="1D7D9044" w14:textId="77777777" w:rsidR="001D7B54" w:rsidRPr="00C17FCA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9"/>
        <w:gridCol w:w="1862"/>
      </w:tblGrid>
      <w:tr w:rsidR="0085747A" w:rsidRPr="00C17FCA" w14:paraId="6F10D54A" w14:textId="77777777" w:rsidTr="00C17FCA">
        <w:tc>
          <w:tcPr>
            <w:tcW w:w="1679" w:type="dxa"/>
            <w:vAlign w:val="center"/>
          </w:tcPr>
          <w:p w14:paraId="751447BB" w14:textId="77777777" w:rsidR="0085747A" w:rsidRPr="00C17F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C17FCA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C17FCA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C17FCA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C17FCA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9" w:type="dxa"/>
            <w:vAlign w:val="center"/>
          </w:tcPr>
          <w:p w14:paraId="2610D8A1" w14:textId="77777777" w:rsidR="0085747A" w:rsidRPr="00C17F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C17FCA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C17FCA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C17FCA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2" w:type="dxa"/>
            <w:vAlign w:val="center"/>
          </w:tcPr>
          <w:p w14:paraId="6F537087" w14:textId="77777777" w:rsidR="0085747A" w:rsidRPr="00C17F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C17FCA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C17FCA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2B60A1" w:rsidRPr="00C17FCA" w14:paraId="1AA3578B" w14:textId="77777777" w:rsidTr="00C17FCA">
        <w:tc>
          <w:tcPr>
            <w:tcW w:w="1679" w:type="dxa"/>
            <w:vAlign w:val="center"/>
          </w:tcPr>
          <w:p w14:paraId="479CD2F3" w14:textId="77777777" w:rsidR="002B60A1" w:rsidRPr="00C17FCA" w:rsidRDefault="002B60A1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</w:p>
        </w:tc>
        <w:tc>
          <w:tcPr>
            <w:tcW w:w="5979" w:type="dxa"/>
            <w:vAlign w:val="center"/>
          </w:tcPr>
          <w:p w14:paraId="665592D6" w14:textId="6D8119D0" w:rsidR="002B60A1" w:rsidRPr="00C17FCA" w:rsidRDefault="002B60A1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 w:val="22"/>
              </w:rPr>
            </w:pPr>
            <w:r w:rsidRPr="00C17FCA">
              <w:rPr>
                <w:rFonts w:ascii="Corbel" w:hAnsi="Corbel"/>
                <w:bCs/>
                <w:smallCaps w:val="0"/>
                <w:sz w:val="22"/>
              </w:rPr>
              <w:t>Wiedza</w:t>
            </w:r>
            <w:r w:rsidR="008A210C" w:rsidRPr="00C17FCA">
              <w:rPr>
                <w:rFonts w:ascii="Corbel" w:hAnsi="Corbel"/>
                <w:bCs/>
                <w:smallCaps w:val="0"/>
                <w:sz w:val="22"/>
              </w:rPr>
              <w:t xml:space="preserve">. </w:t>
            </w:r>
            <w:r w:rsidRPr="00C17FCA">
              <w:rPr>
                <w:rFonts w:ascii="Corbel" w:hAnsi="Corbel"/>
                <w:bCs/>
                <w:smallCaps w:val="0"/>
                <w:sz w:val="22"/>
              </w:rPr>
              <w:t>Absolwent</w:t>
            </w:r>
          </w:p>
        </w:tc>
        <w:tc>
          <w:tcPr>
            <w:tcW w:w="1862" w:type="dxa"/>
            <w:vAlign w:val="center"/>
          </w:tcPr>
          <w:p w14:paraId="7BEEFE6B" w14:textId="77777777" w:rsidR="002B60A1" w:rsidRPr="00C17FCA" w:rsidRDefault="002B60A1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C17FCA" w:rsidRPr="00C17FCA" w14:paraId="69F6212E" w14:textId="77777777" w:rsidTr="00C17FCA">
        <w:tc>
          <w:tcPr>
            <w:tcW w:w="1679" w:type="dxa"/>
          </w:tcPr>
          <w:p w14:paraId="73D36799" w14:textId="77777777" w:rsidR="00C17FCA" w:rsidRPr="00C17FCA" w:rsidRDefault="00C17FCA" w:rsidP="00C17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17FCA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C17FCA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9" w:type="dxa"/>
          </w:tcPr>
          <w:p w14:paraId="103A5232" w14:textId="0165A6B9" w:rsidR="00C17FCA" w:rsidRPr="00C17FCA" w:rsidRDefault="00C17FCA" w:rsidP="00C17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17FCA">
              <w:rPr>
                <w:rFonts w:ascii="Corbel" w:hAnsi="Corbel"/>
                <w:b w:val="0"/>
                <w:smallCaps w:val="0"/>
                <w:sz w:val="22"/>
              </w:rPr>
              <w:t xml:space="preserve">ma podstawową wiedzę ogólną, obejmującą zasady funkcjonowania przepisów prawa karnego i prawa wykroczeń w szczególności z zakresu źródeł, zasad odpowiedzialności, form popełnienia przestępstwa, okoliczności wyłączających odpowiedzialność oraz kar i środków karnych,  </w:t>
            </w:r>
          </w:p>
        </w:tc>
        <w:tc>
          <w:tcPr>
            <w:tcW w:w="1862" w:type="dxa"/>
          </w:tcPr>
          <w:p w14:paraId="4345083B" w14:textId="77777777" w:rsidR="00C17FCA" w:rsidRPr="000B601A" w:rsidRDefault="00C17FCA" w:rsidP="00C17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0B601A">
              <w:rPr>
                <w:rFonts w:ascii="Corbel" w:eastAsia="Times New Roman" w:hAnsi="Corbel"/>
                <w:lang w:eastAsia="pl-PL"/>
              </w:rPr>
              <w:t>K_W01,</w:t>
            </w:r>
          </w:p>
          <w:p w14:paraId="4A59A543" w14:textId="77777777" w:rsidR="00C17FCA" w:rsidRPr="000B601A" w:rsidRDefault="00C17FCA" w:rsidP="00C17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0B601A">
              <w:rPr>
                <w:rFonts w:ascii="Corbel" w:eastAsia="Times New Roman" w:hAnsi="Corbel"/>
                <w:lang w:eastAsia="pl-PL"/>
              </w:rPr>
              <w:t>K_W08</w:t>
            </w:r>
          </w:p>
          <w:p w14:paraId="286FF426" w14:textId="6C25CF68" w:rsidR="00C17FCA" w:rsidRPr="00C17FCA" w:rsidRDefault="00C17FCA" w:rsidP="00C17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>
              <w:rPr>
                <w:rFonts w:ascii="Corbel" w:hAnsi="Corbel"/>
                <w:b w:val="0"/>
                <w:smallCaps w:val="0"/>
                <w:sz w:val="22"/>
              </w:rPr>
              <w:t>_</w:t>
            </w:r>
            <w:r w:rsidRPr="000B601A">
              <w:rPr>
                <w:rFonts w:ascii="Corbel" w:hAnsi="Corbel"/>
                <w:b w:val="0"/>
                <w:smallCaps w:val="0"/>
                <w:sz w:val="22"/>
              </w:rPr>
              <w:t>W03</w:t>
            </w:r>
          </w:p>
        </w:tc>
      </w:tr>
      <w:tr w:rsidR="00C17FCA" w:rsidRPr="00C17FCA" w14:paraId="6F5A3943" w14:textId="77777777" w:rsidTr="00C17FCA">
        <w:tc>
          <w:tcPr>
            <w:tcW w:w="1679" w:type="dxa"/>
          </w:tcPr>
          <w:p w14:paraId="2263D793" w14:textId="77777777" w:rsidR="00C17FCA" w:rsidRPr="00C17FCA" w:rsidRDefault="00C17FCA" w:rsidP="00C17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17FCA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9" w:type="dxa"/>
          </w:tcPr>
          <w:p w14:paraId="6B51F186" w14:textId="6BBC2CF2" w:rsidR="00C17FCA" w:rsidRPr="00C17FCA" w:rsidRDefault="00C17FCA" w:rsidP="00C17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17FCA">
              <w:rPr>
                <w:rFonts w:ascii="Corbel" w:hAnsi="Corbel"/>
                <w:b w:val="0"/>
                <w:smallCaps w:val="0"/>
                <w:sz w:val="22"/>
              </w:rPr>
              <w:t>zna podstawową terminologię z obszaru prawa karnego i prawa wykroczeń,</w:t>
            </w:r>
          </w:p>
        </w:tc>
        <w:tc>
          <w:tcPr>
            <w:tcW w:w="1862" w:type="dxa"/>
          </w:tcPr>
          <w:p w14:paraId="41AB9AB0" w14:textId="76100A7B" w:rsidR="00C17FCA" w:rsidRPr="00C17FCA" w:rsidRDefault="00C17FCA" w:rsidP="00C17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D260C">
              <w:rPr>
                <w:rFonts w:ascii="Corbel" w:hAnsi="Corbel"/>
                <w:b w:val="0"/>
                <w:smallCaps w:val="0"/>
                <w:sz w:val="22"/>
              </w:rPr>
              <w:t>K_W02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0B601A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</w:tc>
      </w:tr>
      <w:tr w:rsidR="00C17FCA" w:rsidRPr="00C17FCA" w14:paraId="5A963F4F" w14:textId="77777777" w:rsidTr="00C17FCA">
        <w:tc>
          <w:tcPr>
            <w:tcW w:w="1679" w:type="dxa"/>
          </w:tcPr>
          <w:p w14:paraId="7353ABAF" w14:textId="605C92E7" w:rsidR="00C17FCA" w:rsidRPr="00C17FCA" w:rsidRDefault="00C17FCA" w:rsidP="00C17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17FCA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9" w:type="dxa"/>
          </w:tcPr>
          <w:p w14:paraId="6BEE4B96" w14:textId="0075CE90" w:rsidR="00C17FCA" w:rsidRPr="00C17FCA" w:rsidRDefault="00C17FCA" w:rsidP="00C17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17FCA">
              <w:rPr>
                <w:rFonts w:ascii="Corbel" w:hAnsi="Corbel"/>
                <w:b w:val="0"/>
                <w:smallCaps w:val="0"/>
                <w:sz w:val="22"/>
              </w:rPr>
              <w:t xml:space="preserve">zna i rozumie podstawowe metody analizy i interpretacji przepisów oraz orzecznictwa prawa karnego i prawa wykroczeń.  </w:t>
            </w:r>
          </w:p>
        </w:tc>
        <w:tc>
          <w:tcPr>
            <w:tcW w:w="1862" w:type="dxa"/>
          </w:tcPr>
          <w:p w14:paraId="2FD6B2CD" w14:textId="20A28946" w:rsidR="00C17FCA" w:rsidRPr="00C17FCA" w:rsidRDefault="00C17FCA" w:rsidP="00C17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hAnsi="Corbel"/>
                <w:b w:val="0"/>
                <w:smallCaps w:val="0"/>
                <w:sz w:val="22"/>
              </w:rPr>
              <w:t>K_W04</w:t>
            </w:r>
          </w:p>
        </w:tc>
      </w:tr>
      <w:tr w:rsidR="00C17FCA" w:rsidRPr="00C17FCA" w14:paraId="2081D170" w14:textId="77777777" w:rsidTr="00C17FCA">
        <w:tc>
          <w:tcPr>
            <w:tcW w:w="1679" w:type="dxa"/>
          </w:tcPr>
          <w:p w14:paraId="6EE66BF3" w14:textId="298502A2" w:rsidR="00C17FCA" w:rsidRPr="00C17FCA" w:rsidRDefault="00C17FCA" w:rsidP="00C17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979" w:type="dxa"/>
          </w:tcPr>
          <w:p w14:paraId="18C83BB2" w14:textId="0495815D" w:rsidR="00C17FCA" w:rsidRPr="00C17FCA" w:rsidRDefault="00C17FCA" w:rsidP="00C17FCA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 w:val="22"/>
              </w:rPr>
            </w:pPr>
            <w:r w:rsidRPr="00C17FCA">
              <w:rPr>
                <w:rFonts w:ascii="Corbel" w:hAnsi="Corbel"/>
                <w:bCs/>
                <w:smallCaps w:val="0"/>
                <w:sz w:val="22"/>
              </w:rPr>
              <w:t>Umiejętności. Absolwent</w:t>
            </w:r>
          </w:p>
        </w:tc>
        <w:tc>
          <w:tcPr>
            <w:tcW w:w="1862" w:type="dxa"/>
          </w:tcPr>
          <w:p w14:paraId="54A6DD3A" w14:textId="77777777" w:rsidR="00C17FCA" w:rsidRPr="00C17FCA" w:rsidRDefault="00C17FCA" w:rsidP="00C17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C17FCA" w:rsidRPr="00C17FCA" w14:paraId="19416073" w14:textId="77777777" w:rsidTr="00C17FCA">
        <w:tc>
          <w:tcPr>
            <w:tcW w:w="1679" w:type="dxa"/>
          </w:tcPr>
          <w:p w14:paraId="284DDB7C" w14:textId="3059F451" w:rsidR="00C17FCA" w:rsidRPr="00C17FCA" w:rsidRDefault="00C17FCA" w:rsidP="00C17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17FCA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9" w:type="dxa"/>
          </w:tcPr>
          <w:p w14:paraId="4DE9DD71" w14:textId="4488D5C5" w:rsidR="00C17FCA" w:rsidRPr="00C17FCA" w:rsidRDefault="00C17FCA" w:rsidP="00C17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C17FCA">
              <w:rPr>
                <w:rFonts w:ascii="Corbel" w:eastAsia="Times New Roman" w:hAnsi="Corbel"/>
                <w:lang w:eastAsia="pl-PL"/>
              </w:rPr>
              <w:t xml:space="preserve">potrafi wyszukiwać, analizować i użytkować informację ze źródeł prawa karnego i prawa wykroczeń </w:t>
            </w:r>
          </w:p>
        </w:tc>
        <w:tc>
          <w:tcPr>
            <w:tcW w:w="1862" w:type="dxa"/>
          </w:tcPr>
          <w:p w14:paraId="1FE11723" w14:textId="395EF860" w:rsidR="00C17FCA" w:rsidRPr="00C17FCA" w:rsidRDefault="00C17FCA" w:rsidP="00C17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hAnsi="Corbel"/>
                <w:b w:val="0"/>
                <w:smallCaps w:val="0"/>
                <w:sz w:val="22"/>
              </w:rPr>
              <w:t xml:space="preserve">K_U02, K_U05, K_U08, </w:t>
            </w:r>
            <w:r w:rsidRPr="00E11B10">
              <w:rPr>
                <w:rFonts w:ascii="Corbel" w:hAnsi="Corbel"/>
                <w:b w:val="0"/>
                <w:smallCaps w:val="0"/>
                <w:sz w:val="22"/>
              </w:rPr>
              <w:t>K_U13</w:t>
            </w:r>
          </w:p>
        </w:tc>
      </w:tr>
      <w:tr w:rsidR="00C17FCA" w:rsidRPr="00C17FCA" w14:paraId="6C9C0067" w14:textId="77777777" w:rsidTr="00C17FCA">
        <w:tc>
          <w:tcPr>
            <w:tcW w:w="1679" w:type="dxa"/>
          </w:tcPr>
          <w:p w14:paraId="02D10047" w14:textId="302DF1F9" w:rsidR="00C17FCA" w:rsidRPr="00C17FCA" w:rsidRDefault="00C17FCA" w:rsidP="00C17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17FCA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9" w:type="dxa"/>
          </w:tcPr>
          <w:p w14:paraId="2704661B" w14:textId="629832B2" w:rsidR="00C17FCA" w:rsidRPr="00C17FCA" w:rsidRDefault="00C17FCA" w:rsidP="00C17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mallCaps/>
              </w:rPr>
            </w:pPr>
            <w:r w:rsidRPr="00C17FCA">
              <w:rPr>
                <w:rFonts w:ascii="Corbel" w:eastAsia="Times New Roman" w:hAnsi="Corbel"/>
                <w:lang w:eastAsia="pl-PL"/>
              </w:rPr>
              <w:t xml:space="preserve">potrafi analizować i interpretować podstawowe  przepisy oraz orzecznictwo z zakresu prawa karnego oraz prawa wykroczeń </w:t>
            </w:r>
          </w:p>
        </w:tc>
        <w:tc>
          <w:tcPr>
            <w:tcW w:w="1862" w:type="dxa"/>
          </w:tcPr>
          <w:p w14:paraId="3097D6E7" w14:textId="77777777" w:rsidR="00C17FCA" w:rsidRPr="000B601A" w:rsidRDefault="00C17FCA" w:rsidP="00C17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hAnsi="Corbel"/>
                <w:b w:val="0"/>
                <w:smallCaps w:val="0"/>
                <w:sz w:val="22"/>
              </w:rPr>
              <w:t>K_U02, K_U07,</w:t>
            </w:r>
          </w:p>
          <w:p w14:paraId="6ECDEA22" w14:textId="4C1C280B" w:rsidR="00C17FCA" w:rsidRPr="00C17FCA" w:rsidRDefault="00C17FCA" w:rsidP="00C17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hAnsi="Corbel"/>
                <w:b w:val="0"/>
                <w:smallCaps w:val="0"/>
                <w:sz w:val="22"/>
              </w:rPr>
              <w:t xml:space="preserve">K_U15, K_U16, </w:t>
            </w:r>
            <w:r w:rsidRPr="002D260C">
              <w:rPr>
                <w:rFonts w:ascii="Corbel" w:hAnsi="Corbel"/>
                <w:b w:val="0"/>
                <w:smallCaps w:val="0"/>
                <w:sz w:val="22"/>
              </w:rPr>
              <w:t>K_U11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0B601A">
              <w:rPr>
                <w:rFonts w:ascii="Corbel" w:hAnsi="Corbel"/>
                <w:b w:val="0"/>
                <w:smallCaps w:val="0"/>
                <w:sz w:val="22"/>
              </w:rPr>
              <w:t>K_U17</w:t>
            </w:r>
          </w:p>
        </w:tc>
      </w:tr>
      <w:tr w:rsidR="00C17FCA" w:rsidRPr="00C17FCA" w14:paraId="44BD98F2" w14:textId="77777777" w:rsidTr="00C17FCA">
        <w:tc>
          <w:tcPr>
            <w:tcW w:w="1679" w:type="dxa"/>
          </w:tcPr>
          <w:p w14:paraId="737FDD49" w14:textId="08F99B09" w:rsidR="00C17FCA" w:rsidRPr="00C17FCA" w:rsidRDefault="00C17FCA" w:rsidP="00C17FCA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</w:p>
        </w:tc>
        <w:tc>
          <w:tcPr>
            <w:tcW w:w="5979" w:type="dxa"/>
          </w:tcPr>
          <w:p w14:paraId="0B591D54" w14:textId="1E466469" w:rsidR="00C17FCA" w:rsidRPr="00C17FCA" w:rsidRDefault="00C17FCA" w:rsidP="00C17FCA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  <w:r w:rsidRPr="00C17FCA">
              <w:rPr>
                <w:rFonts w:ascii="Corbel" w:hAnsi="Corbel"/>
                <w:smallCaps w:val="0"/>
                <w:sz w:val="22"/>
              </w:rPr>
              <w:t xml:space="preserve">Kompetencje społeczne. Absolwent </w:t>
            </w:r>
          </w:p>
        </w:tc>
        <w:tc>
          <w:tcPr>
            <w:tcW w:w="1862" w:type="dxa"/>
          </w:tcPr>
          <w:p w14:paraId="1802F6AA" w14:textId="2AE37803" w:rsidR="00C17FCA" w:rsidRPr="00C17FCA" w:rsidRDefault="00C17FCA" w:rsidP="00C17FCA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</w:p>
        </w:tc>
      </w:tr>
      <w:tr w:rsidR="00C17FCA" w:rsidRPr="00C17FCA" w14:paraId="02031C26" w14:textId="77777777" w:rsidTr="00C17FCA">
        <w:trPr>
          <w:trHeight w:val="722"/>
        </w:trPr>
        <w:tc>
          <w:tcPr>
            <w:tcW w:w="1679" w:type="dxa"/>
          </w:tcPr>
          <w:p w14:paraId="0C305CFD" w14:textId="77777777" w:rsidR="00C17FCA" w:rsidRPr="00C17FCA" w:rsidRDefault="00C17FCA" w:rsidP="00C17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17FCA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9" w:type="dxa"/>
          </w:tcPr>
          <w:p w14:paraId="366C1B85" w14:textId="77777777" w:rsidR="00C17FCA" w:rsidRPr="00C17FCA" w:rsidRDefault="00C17FCA" w:rsidP="00C17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 w:rsidRPr="00C17FCA">
              <w:rPr>
                <w:rFonts w:ascii="Corbel" w:eastAsia="Times New Roman" w:hAnsi="Corbel"/>
                <w:lang w:eastAsia="pl-PL"/>
              </w:rPr>
              <w:t xml:space="preserve">zna zakres posiadanej wiedzy i zachowuje krytycyzm w wyrażaniu opinii w zakresie podstawowych zagadnień prawa karnego i wykroczeń,  </w:t>
            </w:r>
          </w:p>
        </w:tc>
        <w:tc>
          <w:tcPr>
            <w:tcW w:w="1862" w:type="dxa"/>
          </w:tcPr>
          <w:p w14:paraId="6C688D56" w14:textId="7D134A33" w:rsidR="00C17FCA" w:rsidRPr="00C17FCA" w:rsidRDefault="00C17FCA" w:rsidP="00C17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K_K06</w:t>
            </w:r>
          </w:p>
        </w:tc>
      </w:tr>
      <w:tr w:rsidR="00C17FCA" w:rsidRPr="00C17FCA" w14:paraId="68CBD0CA" w14:textId="77777777" w:rsidTr="00C17FCA">
        <w:tc>
          <w:tcPr>
            <w:tcW w:w="1679" w:type="dxa"/>
          </w:tcPr>
          <w:p w14:paraId="4C5B93AD" w14:textId="77777777" w:rsidR="00C17FCA" w:rsidRPr="00C17FCA" w:rsidRDefault="00C17FCA" w:rsidP="00C17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17FCA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979" w:type="dxa"/>
          </w:tcPr>
          <w:p w14:paraId="703D44B0" w14:textId="77777777" w:rsidR="00C17FCA" w:rsidRPr="00C17FCA" w:rsidRDefault="00C17FCA" w:rsidP="00C17FCA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C17FCA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potrafi odpowiednio określić priorytety służące realizacji określonego przez siebie lub innych zadania.  </w:t>
            </w:r>
          </w:p>
        </w:tc>
        <w:tc>
          <w:tcPr>
            <w:tcW w:w="1862" w:type="dxa"/>
          </w:tcPr>
          <w:p w14:paraId="798119E8" w14:textId="29490B5F" w:rsidR="00C17FCA" w:rsidRPr="00C17FCA" w:rsidRDefault="00C17FCA" w:rsidP="00C17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601A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K_K0</w:t>
            </w:r>
            <w:r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5, </w:t>
            </w:r>
            <w:r w:rsidRPr="000B601A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K_K06</w:t>
            </w:r>
          </w:p>
        </w:tc>
      </w:tr>
    </w:tbl>
    <w:p w14:paraId="0515963A" w14:textId="77777777" w:rsidR="00C17FCA" w:rsidRDefault="00C17FC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14:paraId="5680F91A" w14:textId="72461160" w:rsidR="004772C5" w:rsidRPr="00C17FC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C17FCA">
        <w:rPr>
          <w:rFonts w:ascii="Corbel" w:hAnsi="Corbel"/>
          <w:b/>
        </w:rPr>
        <w:t>3.3</w:t>
      </w:r>
      <w:r w:rsidR="001D7B54" w:rsidRPr="00C17FCA">
        <w:rPr>
          <w:rFonts w:ascii="Corbel" w:hAnsi="Corbel"/>
          <w:b/>
        </w:rPr>
        <w:t xml:space="preserve"> </w:t>
      </w:r>
      <w:r w:rsidR="0085747A" w:rsidRPr="00C17FCA">
        <w:rPr>
          <w:rFonts w:ascii="Corbel" w:hAnsi="Corbel"/>
          <w:b/>
        </w:rPr>
        <w:t>T</w:t>
      </w:r>
      <w:r w:rsidR="001D7B54" w:rsidRPr="00C17FCA">
        <w:rPr>
          <w:rFonts w:ascii="Corbel" w:hAnsi="Corbel"/>
          <w:b/>
        </w:rPr>
        <w:t xml:space="preserve">reści programowe </w:t>
      </w:r>
    </w:p>
    <w:p w14:paraId="2B018351" w14:textId="2D9C0BE4" w:rsidR="0085747A" w:rsidRPr="00C17FCA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C17FCA">
        <w:rPr>
          <w:rFonts w:ascii="Corbel" w:hAnsi="Corbel"/>
        </w:rPr>
        <w:t xml:space="preserve">  </w:t>
      </w:r>
    </w:p>
    <w:p w14:paraId="74177145" w14:textId="77777777" w:rsidR="0085747A" w:rsidRPr="00C17FC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C17FCA">
        <w:rPr>
          <w:rFonts w:ascii="Corbel" w:hAnsi="Corbel"/>
        </w:rPr>
        <w:t xml:space="preserve">Problematyka wykładu </w:t>
      </w:r>
    </w:p>
    <w:p w14:paraId="426162C5" w14:textId="77777777" w:rsidR="00675843" w:rsidRPr="00C17FC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C17FCA" w14:paraId="6650D21B" w14:textId="77777777" w:rsidTr="004772C5">
        <w:tc>
          <w:tcPr>
            <w:tcW w:w="9356" w:type="dxa"/>
          </w:tcPr>
          <w:p w14:paraId="2D16FF67" w14:textId="77777777" w:rsidR="0085747A" w:rsidRPr="00C17FC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C17FCA">
              <w:rPr>
                <w:rFonts w:ascii="Corbel" w:hAnsi="Corbel"/>
              </w:rPr>
              <w:t>Treści merytoryczne</w:t>
            </w:r>
          </w:p>
        </w:tc>
      </w:tr>
      <w:tr w:rsidR="00796838" w:rsidRPr="00C17FCA" w14:paraId="596C02B8" w14:textId="77777777" w:rsidTr="00B25EA8">
        <w:tc>
          <w:tcPr>
            <w:tcW w:w="9356" w:type="dxa"/>
          </w:tcPr>
          <w:tbl>
            <w:tblPr>
              <w:tblW w:w="0" w:type="auto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13"/>
              <w:gridCol w:w="1559"/>
            </w:tblGrid>
            <w:tr w:rsidR="00796838" w:rsidRPr="00C17FCA" w14:paraId="3CF46558" w14:textId="77777777" w:rsidTr="00B25EA8">
              <w:tc>
                <w:tcPr>
                  <w:tcW w:w="7513" w:type="dxa"/>
                </w:tcPr>
                <w:p w14:paraId="649A85B6" w14:textId="77777777" w:rsidR="00796838" w:rsidRPr="00C17FCA" w:rsidRDefault="00796838" w:rsidP="00B25EA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  <w:bCs/>
                    </w:rPr>
                    <w:t>1. Wprowadzenie do przedmiotu. Poj</w:t>
                  </w:r>
                  <w:r w:rsidRPr="00C17FCA">
                    <w:rPr>
                      <w:rFonts w:ascii="Corbel" w:hAnsi="Corbel"/>
                    </w:rPr>
                    <w:t>ę</w:t>
                  </w:r>
                  <w:r w:rsidRPr="00C17FCA">
                    <w:rPr>
                      <w:rFonts w:ascii="Corbel" w:hAnsi="Corbel"/>
                      <w:bCs/>
                    </w:rPr>
                    <w:t>cie, przedmiot i funkcje prawa karnego oraz prawa wykrocze</w:t>
                  </w:r>
                  <w:r w:rsidRPr="00C17FCA">
                    <w:rPr>
                      <w:rFonts w:ascii="Corbel" w:hAnsi="Corbel"/>
                    </w:rPr>
                    <w:t>ń</w:t>
                  </w:r>
                  <w:r w:rsidRPr="00C17FCA">
                    <w:rPr>
                      <w:rFonts w:ascii="Corbel" w:hAnsi="Corbel"/>
                      <w:bCs/>
                    </w:rPr>
                    <w:t xml:space="preserve">. </w:t>
                  </w:r>
                  <w:r w:rsidRPr="00C17FCA">
                    <w:rPr>
                      <w:rFonts w:ascii="Corbel" w:hAnsi="Corbel"/>
                    </w:rPr>
                    <w:t>Ź</w:t>
                  </w:r>
                  <w:r w:rsidRPr="00C17FCA">
                    <w:rPr>
                      <w:rFonts w:ascii="Corbel" w:hAnsi="Corbel"/>
                      <w:bCs/>
                    </w:rPr>
                    <w:t>ródła prawa karnego i prawa wykrocze</w:t>
                  </w:r>
                  <w:r w:rsidRPr="00C17FCA">
                    <w:rPr>
                      <w:rFonts w:ascii="Corbel" w:hAnsi="Corbel"/>
                    </w:rPr>
                    <w:t>ń</w:t>
                  </w:r>
                  <w:r w:rsidRPr="00C17FCA">
                    <w:rPr>
                      <w:rFonts w:ascii="Corbel" w:hAnsi="Corbel"/>
                      <w:bCs/>
                    </w:rPr>
                    <w:t>. Struktura przepisów materialnego prawa karnego i prawa wykrocze</w:t>
                  </w:r>
                  <w:r w:rsidRPr="00C17FCA">
                    <w:rPr>
                      <w:rFonts w:ascii="Corbel" w:hAnsi="Corbel"/>
                    </w:rPr>
                    <w:t>ń</w:t>
                  </w:r>
                </w:p>
              </w:tc>
              <w:tc>
                <w:tcPr>
                  <w:tcW w:w="1559" w:type="dxa"/>
                </w:tcPr>
                <w:p w14:paraId="17088574" w14:textId="77777777" w:rsidR="00796838" w:rsidRPr="00C17FCA" w:rsidRDefault="00796838" w:rsidP="00B25EA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</w:rPr>
                    <w:t>1 h</w:t>
                  </w:r>
                </w:p>
              </w:tc>
            </w:tr>
            <w:tr w:rsidR="00796838" w:rsidRPr="00C17FCA" w14:paraId="3B47593D" w14:textId="77777777" w:rsidTr="00B25EA8">
              <w:tc>
                <w:tcPr>
                  <w:tcW w:w="7513" w:type="dxa"/>
                </w:tcPr>
                <w:p w14:paraId="06E0AF46" w14:textId="77777777" w:rsidR="00796838" w:rsidRPr="00C17FCA" w:rsidRDefault="00796838" w:rsidP="00B25EA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  <w:bCs/>
                    </w:rPr>
                    <w:lastRenderedPageBreak/>
                    <w:t>2. Czas i miejsce popełnienia przest</w:t>
                  </w:r>
                  <w:r w:rsidRPr="00C17FCA">
                    <w:rPr>
                      <w:rFonts w:ascii="Corbel" w:hAnsi="Corbel"/>
                    </w:rPr>
                    <w:t>ę</w:t>
                  </w:r>
                  <w:r w:rsidRPr="00C17FCA">
                    <w:rPr>
                      <w:rFonts w:ascii="Corbel" w:hAnsi="Corbel"/>
                      <w:bCs/>
                    </w:rPr>
                    <w:t>pstwa oraz wykroczenia. Obywatelstwo sprawcy a odpowiedzialno</w:t>
                  </w:r>
                  <w:r w:rsidRPr="00C17FCA">
                    <w:rPr>
                      <w:rFonts w:ascii="Corbel" w:hAnsi="Corbel"/>
                    </w:rPr>
                    <w:t xml:space="preserve">ść </w:t>
                  </w:r>
                  <w:r w:rsidRPr="00C17FCA">
                    <w:rPr>
                      <w:rFonts w:ascii="Corbel" w:hAnsi="Corbel"/>
                      <w:bCs/>
                    </w:rPr>
                    <w:t>za przest</w:t>
                  </w:r>
                  <w:r w:rsidRPr="00C17FCA">
                    <w:rPr>
                      <w:rFonts w:ascii="Corbel" w:hAnsi="Corbel"/>
                    </w:rPr>
                    <w:t>ę</w:t>
                  </w:r>
                  <w:r w:rsidRPr="00C17FCA">
                    <w:rPr>
                      <w:rFonts w:ascii="Corbel" w:hAnsi="Corbel"/>
                      <w:bCs/>
                    </w:rPr>
                    <w:t>pstwo i wykroczenie. Kryteria rozgraniczaj</w:t>
                  </w:r>
                  <w:r w:rsidRPr="00C17FCA">
                    <w:rPr>
                      <w:rFonts w:ascii="Corbel" w:hAnsi="Corbel"/>
                    </w:rPr>
                    <w:t>ą</w:t>
                  </w:r>
                  <w:r w:rsidRPr="00C17FCA">
                    <w:rPr>
                      <w:rFonts w:ascii="Corbel" w:hAnsi="Corbel"/>
                      <w:bCs/>
                    </w:rPr>
                    <w:t>ce prawo wykrocze</w:t>
                  </w:r>
                  <w:r w:rsidRPr="00C17FCA">
                    <w:rPr>
                      <w:rFonts w:ascii="Corbel" w:hAnsi="Corbel"/>
                    </w:rPr>
                    <w:t xml:space="preserve">ń </w:t>
                  </w:r>
                  <w:r w:rsidRPr="00C17FCA">
                    <w:rPr>
                      <w:rFonts w:ascii="Corbel" w:hAnsi="Corbel"/>
                      <w:bCs/>
                    </w:rPr>
                    <w:t>od prawa karnego materialnego</w:t>
                  </w:r>
                </w:p>
              </w:tc>
              <w:tc>
                <w:tcPr>
                  <w:tcW w:w="1559" w:type="dxa"/>
                </w:tcPr>
                <w:p w14:paraId="74B0BCC9" w14:textId="77777777" w:rsidR="00796838" w:rsidRPr="00C17FCA" w:rsidRDefault="00796838" w:rsidP="00B25EA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</w:rPr>
                    <w:t>1 h</w:t>
                  </w:r>
                </w:p>
              </w:tc>
            </w:tr>
            <w:tr w:rsidR="00796838" w:rsidRPr="00C17FCA" w14:paraId="2D0D14F1" w14:textId="77777777" w:rsidTr="00B25EA8">
              <w:tc>
                <w:tcPr>
                  <w:tcW w:w="7513" w:type="dxa"/>
                </w:tcPr>
                <w:p w14:paraId="3B375A7E" w14:textId="77777777" w:rsidR="00796838" w:rsidRPr="00C17FCA" w:rsidRDefault="00796838" w:rsidP="00B25EA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  <w:bCs/>
                    </w:rPr>
                    <w:t>3. Poj</w:t>
                  </w:r>
                  <w:r w:rsidRPr="00C17FCA">
                    <w:rPr>
                      <w:rFonts w:ascii="Corbel" w:hAnsi="Corbel"/>
                    </w:rPr>
                    <w:t>ę</w:t>
                  </w:r>
                  <w:r w:rsidRPr="00C17FCA">
                    <w:rPr>
                      <w:rFonts w:ascii="Corbel" w:hAnsi="Corbel"/>
                      <w:bCs/>
                    </w:rPr>
                    <w:t>cie przest</w:t>
                  </w:r>
                  <w:r w:rsidRPr="00C17FCA">
                    <w:rPr>
                      <w:rFonts w:ascii="Corbel" w:hAnsi="Corbel"/>
                    </w:rPr>
                    <w:t>ę</w:t>
                  </w:r>
                  <w:r w:rsidRPr="00C17FCA">
                    <w:rPr>
                      <w:rFonts w:ascii="Corbel" w:hAnsi="Corbel"/>
                      <w:bCs/>
                    </w:rPr>
                    <w:t>pstwa i wykroczenia (elementy przest</w:t>
                  </w:r>
                  <w:r w:rsidRPr="00C17FCA">
                    <w:rPr>
                      <w:rFonts w:ascii="Corbel" w:hAnsi="Corbel"/>
                    </w:rPr>
                    <w:t>ę</w:t>
                  </w:r>
                  <w:r w:rsidRPr="00C17FCA">
                    <w:rPr>
                      <w:rFonts w:ascii="Corbel" w:hAnsi="Corbel"/>
                      <w:bCs/>
                    </w:rPr>
                    <w:t>pstwa i wykroczenia) podział przest</w:t>
                  </w:r>
                  <w:r w:rsidRPr="00C17FCA">
                    <w:rPr>
                      <w:rFonts w:ascii="Corbel" w:hAnsi="Corbel"/>
                    </w:rPr>
                    <w:t>ę</w:t>
                  </w:r>
                  <w:r w:rsidRPr="00C17FCA">
                    <w:rPr>
                      <w:rFonts w:ascii="Corbel" w:hAnsi="Corbel"/>
                      <w:bCs/>
                    </w:rPr>
                    <w:t>pstw</w:t>
                  </w:r>
                </w:p>
              </w:tc>
              <w:tc>
                <w:tcPr>
                  <w:tcW w:w="1559" w:type="dxa"/>
                </w:tcPr>
                <w:p w14:paraId="55976BBD" w14:textId="77777777" w:rsidR="00796838" w:rsidRPr="00C17FCA" w:rsidRDefault="00796838" w:rsidP="00B25EA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</w:rPr>
                    <w:t>1 h</w:t>
                  </w:r>
                </w:p>
              </w:tc>
            </w:tr>
            <w:tr w:rsidR="00796838" w:rsidRPr="00C17FCA" w14:paraId="0279EEA7" w14:textId="77777777" w:rsidTr="00B25EA8">
              <w:tc>
                <w:tcPr>
                  <w:tcW w:w="7513" w:type="dxa"/>
                </w:tcPr>
                <w:p w14:paraId="69E92EE0" w14:textId="77777777" w:rsidR="00796838" w:rsidRPr="00C17FCA" w:rsidRDefault="00796838" w:rsidP="00B25EA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</w:rPr>
                    <w:t xml:space="preserve">4. </w:t>
                  </w:r>
                  <w:r w:rsidRPr="00C17FCA">
                    <w:rPr>
                      <w:rFonts w:ascii="Corbel" w:hAnsi="Corbel"/>
                      <w:bCs/>
                    </w:rPr>
                    <w:t>Ustawowe znamiona przest</w:t>
                  </w:r>
                  <w:r w:rsidRPr="00C17FCA">
                    <w:rPr>
                      <w:rFonts w:ascii="Corbel" w:hAnsi="Corbel"/>
                    </w:rPr>
                    <w:t>ę</w:t>
                  </w:r>
                  <w:r w:rsidRPr="00C17FCA">
                    <w:rPr>
                      <w:rFonts w:ascii="Corbel" w:hAnsi="Corbel"/>
                      <w:bCs/>
                    </w:rPr>
                    <w:t>pstwa i wykroczenia (podmiot, przedmiot ochrony, strona przedmiotowa, strona podmiotowa)</w:t>
                  </w:r>
                </w:p>
              </w:tc>
              <w:tc>
                <w:tcPr>
                  <w:tcW w:w="1559" w:type="dxa"/>
                </w:tcPr>
                <w:p w14:paraId="31B83299" w14:textId="77777777" w:rsidR="00796838" w:rsidRPr="00C17FCA" w:rsidRDefault="00796838" w:rsidP="00B25EA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</w:rPr>
                    <w:t>2 h</w:t>
                  </w:r>
                </w:p>
              </w:tc>
            </w:tr>
            <w:tr w:rsidR="00796838" w:rsidRPr="00C17FCA" w14:paraId="3927D236" w14:textId="77777777" w:rsidTr="00B25EA8">
              <w:tc>
                <w:tcPr>
                  <w:tcW w:w="7513" w:type="dxa"/>
                </w:tcPr>
                <w:p w14:paraId="1AC532B2" w14:textId="77777777" w:rsidR="00796838" w:rsidRPr="00C17FCA" w:rsidRDefault="00796838" w:rsidP="00B25EA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  <w:bCs/>
                    </w:rPr>
                    <w:t>5. Zasada winy w prawie wykrocze</w:t>
                  </w:r>
                  <w:r w:rsidRPr="00C17FCA">
                    <w:rPr>
                      <w:rFonts w:ascii="Corbel" w:hAnsi="Corbel"/>
                    </w:rPr>
                    <w:t xml:space="preserve">ń </w:t>
                  </w:r>
                  <w:r w:rsidRPr="00C17FCA">
                    <w:rPr>
                      <w:rFonts w:ascii="Corbel" w:hAnsi="Corbel"/>
                      <w:bCs/>
                    </w:rPr>
                    <w:t>a prawo karne. Zasada równowarto</w:t>
                  </w:r>
                  <w:r w:rsidRPr="00C17FCA">
                    <w:rPr>
                      <w:rFonts w:ascii="Corbel" w:hAnsi="Corbel"/>
                    </w:rPr>
                    <w:t>ś</w:t>
                  </w:r>
                  <w:r w:rsidRPr="00C17FCA">
                    <w:rPr>
                      <w:rFonts w:ascii="Corbel" w:hAnsi="Corbel"/>
                      <w:bCs/>
                    </w:rPr>
                    <w:t>ci form winy jako podstawa odpowiedzialno</w:t>
                  </w:r>
                  <w:r w:rsidRPr="00C17FCA">
                    <w:rPr>
                      <w:rFonts w:ascii="Corbel" w:hAnsi="Corbel"/>
                    </w:rPr>
                    <w:t>ś</w:t>
                  </w:r>
                  <w:r w:rsidRPr="00C17FCA">
                    <w:rPr>
                      <w:rFonts w:ascii="Corbel" w:hAnsi="Corbel"/>
                      <w:bCs/>
                    </w:rPr>
                    <w:t>ci</w:t>
                  </w:r>
                </w:p>
              </w:tc>
              <w:tc>
                <w:tcPr>
                  <w:tcW w:w="1559" w:type="dxa"/>
                </w:tcPr>
                <w:p w14:paraId="1A3688B9" w14:textId="77777777" w:rsidR="00796838" w:rsidRPr="00C17FCA" w:rsidRDefault="00796838" w:rsidP="00B25EA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</w:rPr>
                    <w:t>1 h</w:t>
                  </w:r>
                </w:p>
              </w:tc>
            </w:tr>
            <w:tr w:rsidR="00796838" w:rsidRPr="00C17FCA" w14:paraId="2583C454" w14:textId="77777777" w:rsidTr="00B25EA8">
              <w:tc>
                <w:tcPr>
                  <w:tcW w:w="7513" w:type="dxa"/>
                </w:tcPr>
                <w:p w14:paraId="47B83383" w14:textId="77777777" w:rsidR="00796838" w:rsidRPr="00C17FCA" w:rsidRDefault="00796838" w:rsidP="00B25EA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  <w:bCs/>
                    </w:rPr>
                    <w:t>6. Okoliczno</w:t>
                  </w:r>
                  <w:r w:rsidRPr="00C17FCA">
                    <w:rPr>
                      <w:rFonts w:ascii="Corbel" w:hAnsi="Corbel"/>
                    </w:rPr>
                    <w:t>ś</w:t>
                  </w:r>
                  <w:r w:rsidRPr="00C17FCA">
                    <w:rPr>
                      <w:rFonts w:ascii="Corbel" w:hAnsi="Corbel"/>
                      <w:bCs/>
                    </w:rPr>
                    <w:t>ci wył</w:t>
                  </w:r>
                  <w:r w:rsidRPr="00C17FCA">
                    <w:rPr>
                      <w:rFonts w:ascii="Corbel" w:hAnsi="Corbel"/>
                    </w:rPr>
                    <w:t>ą</w:t>
                  </w:r>
                  <w:r w:rsidRPr="00C17FCA">
                    <w:rPr>
                      <w:rFonts w:ascii="Corbel" w:hAnsi="Corbel"/>
                      <w:bCs/>
                    </w:rPr>
                    <w:t>czaj</w:t>
                  </w:r>
                  <w:r w:rsidRPr="00C17FCA">
                    <w:rPr>
                      <w:rFonts w:ascii="Corbel" w:hAnsi="Corbel"/>
                    </w:rPr>
                    <w:t>ą</w:t>
                  </w:r>
                  <w:r w:rsidRPr="00C17FCA">
                    <w:rPr>
                      <w:rFonts w:ascii="Corbel" w:hAnsi="Corbel"/>
                      <w:bCs/>
                    </w:rPr>
                    <w:t>ce bezprawno</w:t>
                  </w:r>
                  <w:r w:rsidRPr="00C17FCA">
                    <w:rPr>
                      <w:rFonts w:ascii="Corbel" w:hAnsi="Corbel"/>
                    </w:rPr>
                    <w:t xml:space="preserve">ść </w:t>
                  </w:r>
                  <w:r w:rsidRPr="00C17FCA">
                    <w:rPr>
                      <w:rFonts w:ascii="Corbel" w:hAnsi="Corbel"/>
                      <w:bCs/>
                    </w:rPr>
                    <w:t xml:space="preserve">czynu </w:t>
                  </w:r>
                </w:p>
              </w:tc>
              <w:tc>
                <w:tcPr>
                  <w:tcW w:w="1559" w:type="dxa"/>
                </w:tcPr>
                <w:p w14:paraId="009D16E3" w14:textId="77777777" w:rsidR="00796838" w:rsidRPr="00C17FCA" w:rsidRDefault="00796838" w:rsidP="00B25EA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</w:rPr>
                    <w:t>2 h</w:t>
                  </w:r>
                </w:p>
              </w:tc>
            </w:tr>
            <w:tr w:rsidR="00796838" w:rsidRPr="00C17FCA" w14:paraId="347C746D" w14:textId="77777777" w:rsidTr="00B25EA8">
              <w:tc>
                <w:tcPr>
                  <w:tcW w:w="7513" w:type="dxa"/>
                </w:tcPr>
                <w:p w14:paraId="4B0F9765" w14:textId="77777777" w:rsidR="00796838" w:rsidRPr="00C17FCA" w:rsidRDefault="00796838" w:rsidP="00B25EA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  <w:bCs/>
                    </w:rPr>
                    <w:t>7. Okoliczno</w:t>
                  </w:r>
                  <w:r w:rsidRPr="00C17FCA">
                    <w:rPr>
                      <w:rFonts w:ascii="Corbel" w:hAnsi="Corbel"/>
                    </w:rPr>
                    <w:t>ś</w:t>
                  </w:r>
                  <w:r w:rsidRPr="00C17FCA">
                    <w:rPr>
                      <w:rFonts w:ascii="Corbel" w:hAnsi="Corbel"/>
                      <w:bCs/>
                    </w:rPr>
                    <w:t>ci wył</w:t>
                  </w:r>
                  <w:r w:rsidRPr="00C17FCA">
                    <w:rPr>
                      <w:rFonts w:ascii="Corbel" w:hAnsi="Corbel"/>
                    </w:rPr>
                    <w:t>ą</w:t>
                  </w:r>
                  <w:r w:rsidRPr="00C17FCA">
                    <w:rPr>
                      <w:rFonts w:ascii="Corbel" w:hAnsi="Corbel"/>
                      <w:bCs/>
                    </w:rPr>
                    <w:t>czaj</w:t>
                  </w:r>
                  <w:r w:rsidRPr="00C17FCA">
                    <w:rPr>
                      <w:rFonts w:ascii="Corbel" w:hAnsi="Corbel"/>
                    </w:rPr>
                    <w:t>ą</w:t>
                  </w:r>
                  <w:r w:rsidRPr="00C17FCA">
                    <w:rPr>
                      <w:rFonts w:ascii="Corbel" w:hAnsi="Corbel"/>
                      <w:bCs/>
                    </w:rPr>
                    <w:t>ce win</w:t>
                  </w:r>
                  <w:r w:rsidRPr="00C17FCA">
                    <w:rPr>
                      <w:rFonts w:ascii="Corbel" w:hAnsi="Corbel"/>
                    </w:rPr>
                    <w:t xml:space="preserve">ę </w:t>
                  </w:r>
                  <w:r w:rsidRPr="00C17FCA">
                    <w:rPr>
                      <w:rFonts w:ascii="Corbel" w:hAnsi="Corbel"/>
                      <w:bCs/>
                    </w:rPr>
                    <w:t>– niepoczytalno</w:t>
                  </w:r>
                  <w:r w:rsidRPr="00C17FCA">
                    <w:rPr>
                      <w:rFonts w:ascii="Corbel" w:hAnsi="Corbel"/>
                    </w:rPr>
                    <w:t>ść</w:t>
                  </w:r>
                  <w:r w:rsidRPr="00C17FCA">
                    <w:rPr>
                      <w:rFonts w:ascii="Corbel" w:hAnsi="Corbel"/>
                      <w:bCs/>
                    </w:rPr>
                    <w:t>, nieletnio</w:t>
                  </w:r>
                  <w:r w:rsidRPr="00C17FCA">
                    <w:rPr>
                      <w:rFonts w:ascii="Corbel" w:hAnsi="Corbel"/>
                    </w:rPr>
                    <w:t>ść</w:t>
                  </w:r>
                  <w:r w:rsidRPr="00C17FCA">
                    <w:rPr>
                      <w:rFonts w:ascii="Corbel" w:hAnsi="Corbel"/>
                      <w:bCs/>
                    </w:rPr>
                    <w:t>, bł</w:t>
                  </w:r>
                  <w:r w:rsidRPr="00C17FCA">
                    <w:rPr>
                      <w:rFonts w:ascii="Corbel" w:hAnsi="Corbel"/>
                    </w:rPr>
                    <w:t>ą</w:t>
                  </w:r>
                  <w:r w:rsidRPr="00C17FCA">
                    <w:rPr>
                      <w:rFonts w:ascii="Corbel" w:hAnsi="Corbel"/>
                      <w:bCs/>
                    </w:rPr>
                    <w:t>d, stan wy</w:t>
                  </w:r>
                  <w:r w:rsidRPr="00C17FCA">
                    <w:rPr>
                      <w:rFonts w:ascii="Corbel" w:hAnsi="Corbel"/>
                    </w:rPr>
                    <w:t>ż</w:t>
                  </w:r>
                  <w:r w:rsidRPr="00C17FCA">
                    <w:rPr>
                      <w:rFonts w:ascii="Corbel" w:hAnsi="Corbel"/>
                      <w:bCs/>
                    </w:rPr>
                    <w:t>szej konieczno</w:t>
                  </w:r>
                  <w:r w:rsidRPr="00C17FCA">
                    <w:rPr>
                      <w:rFonts w:ascii="Corbel" w:hAnsi="Corbel"/>
                    </w:rPr>
                    <w:t>ś</w:t>
                  </w:r>
                  <w:r w:rsidRPr="00C17FCA">
                    <w:rPr>
                      <w:rFonts w:ascii="Corbel" w:hAnsi="Corbel"/>
                      <w:bCs/>
                    </w:rPr>
                    <w:t>ci, rozkaz. Okoliczno</w:t>
                  </w:r>
                  <w:r w:rsidRPr="00C17FCA">
                    <w:rPr>
                      <w:rFonts w:ascii="Corbel" w:hAnsi="Corbel"/>
                    </w:rPr>
                    <w:t>ś</w:t>
                  </w:r>
                  <w:r w:rsidRPr="00C17FCA">
                    <w:rPr>
                      <w:rFonts w:ascii="Corbel" w:hAnsi="Corbel"/>
                      <w:bCs/>
                    </w:rPr>
                    <w:t>ci wpływaj</w:t>
                  </w:r>
                  <w:r w:rsidRPr="00C17FCA">
                    <w:rPr>
                      <w:rFonts w:ascii="Corbel" w:hAnsi="Corbel"/>
                    </w:rPr>
                    <w:t>ą</w:t>
                  </w:r>
                  <w:r w:rsidRPr="00C17FCA">
                    <w:rPr>
                      <w:rFonts w:ascii="Corbel" w:hAnsi="Corbel"/>
                      <w:bCs/>
                    </w:rPr>
                    <w:t>ce na zmniejszenie stopnia winy</w:t>
                  </w:r>
                </w:p>
              </w:tc>
              <w:tc>
                <w:tcPr>
                  <w:tcW w:w="1559" w:type="dxa"/>
                </w:tcPr>
                <w:p w14:paraId="302FCA9B" w14:textId="77777777" w:rsidR="00796838" w:rsidRPr="00C17FCA" w:rsidRDefault="00796838" w:rsidP="00B25EA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</w:rPr>
                    <w:t>1 h</w:t>
                  </w:r>
                </w:p>
              </w:tc>
            </w:tr>
            <w:tr w:rsidR="00796838" w:rsidRPr="00C17FCA" w14:paraId="766005AD" w14:textId="77777777" w:rsidTr="00B25EA8">
              <w:tc>
                <w:tcPr>
                  <w:tcW w:w="7513" w:type="dxa"/>
                </w:tcPr>
                <w:p w14:paraId="258B4474" w14:textId="77777777" w:rsidR="00796838" w:rsidRPr="00C17FCA" w:rsidRDefault="00796838" w:rsidP="00B25EA8">
                  <w:pPr>
                    <w:rPr>
                      <w:rFonts w:ascii="Corbel" w:hAnsi="Corbel"/>
                      <w:bCs/>
                    </w:rPr>
                  </w:pPr>
                  <w:r w:rsidRPr="00C17FCA">
                    <w:rPr>
                      <w:rFonts w:ascii="Corbel" w:hAnsi="Corbel"/>
                      <w:bCs/>
                    </w:rPr>
                    <w:t>8. Formy stadialne popełnienia przest</w:t>
                  </w:r>
                  <w:r w:rsidRPr="00C17FCA">
                    <w:rPr>
                      <w:rFonts w:ascii="Corbel" w:hAnsi="Corbel"/>
                    </w:rPr>
                    <w:t>ę</w:t>
                  </w:r>
                  <w:r w:rsidRPr="00C17FCA">
                    <w:rPr>
                      <w:rFonts w:ascii="Corbel" w:hAnsi="Corbel"/>
                      <w:bCs/>
                    </w:rPr>
                    <w:t xml:space="preserve">pstwa: przygotowanie, usiłowanie (udolne, nieudolne), dokonanie </w:t>
                  </w:r>
                </w:p>
              </w:tc>
              <w:tc>
                <w:tcPr>
                  <w:tcW w:w="1559" w:type="dxa"/>
                </w:tcPr>
                <w:p w14:paraId="6ACDDB39" w14:textId="77777777" w:rsidR="00796838" w:rsidRPr="00C17FCA" w:rsidRDefault="00796838" w:rsidP="00B25EA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</w:rPr>
                    <w:t>2 h</w:t>
                  </w:r>
                </w:p>
              </w:tc>
            </w:tr>
            <w:tr w:rsidR="00796838" w:rsidRPr="00C17FCA" w14:paraId="7523782A" w14:textId="77777777" w:rsidTr="00B25EA8">
              <w:tc>
                <w:tcPr>
                  <w:tcW w:w="7513" w:type="dxa"/>
                </w:tcPr>
                <w:p w14:paraId="5CC6B44F" w14:textId="77777777" w:rsidR="00796838" w:rsidRPr="00C17FCA" w:rsidRDefault="00796838" w:rsidP="00B25EA8">
                  <w:pPr>
                    <w:rPr>
                      <w:rFonts w:ascii="Corbel" w:hAnsi="Corbel"/>
                      <w:bCs/>
                    </w:rPr>
                  </w:pPr>
                  <w:r w:rsidRPr="00C17FCA">
                    <w:rPr>
                      <w:rFonts w:ascii="Corbel" w:hAnsi="Corbel"/>
                      <w:bCs/>
                    </w:rPr>
                    <w:t>9. Formy zjawiskowe popełnienia przest</w:t>
                  </w:r>
                  <w:r w:rsidRPr="00C17FCA">
                    <w:rPr>
                      <w:rFonts w:ascii="Corbel" w:hAnsi="Corbel"/>
                    </w:rPr>
                    <w:t>ę</w:t>
                  </w:r>
                  <w:r w:rsidRPr="00C17FCA">
                    <w:rPr>
                      <w:rFonts w:ascii="Corbel" w:hAnsi="Corbel"/>
                      <w:bCs/>
                    </w:rPr>
                    <w:t>pstwa: sprawstwo, pod</w:t>
                  </w:r>
                  <w:r w:rsidRPr="00C17FCA">
                    <w:rPr>
                      <w:rFonts w:ascii="Corbel" w:hAnsi="Corbel"/>
                    </w:rPr>
                    <w:t>ż</w:t>
                  </w:r>
                  <w:r w:rsidRPr="00C17FCA">
                    <w:rPr>
                      <w:rFonts w:ascii="Corbel" w:hAnsi="Corbel"/>
                      <w:bCs/>
                    </w:rPr>
                    <w:t>eganie, pomocnictw</w:t>
                  </w:r>
                  <w:r w:rsidRPr="00C17FCA">
                    <w:rPr>
                      <w:rFonts w:ascii="Corbel" w:hAnsi="Corbel"/>
                      <w:bCs/>
                    </w:rPr>
                    <w:cr/>
                    <w:t xml:space="preserve"> </w:t>
                  </w:r>
                </w:p>
              </w:tc>
              <w:tc>
                <w:tcPr>
                  <w:tcW w:w="1559" w:type="dxa"/>
                </w:tcPr>
                <w:p w14:paraId="4E001B48" w14:textId="77777777" w:rsidR="00796838" w:rsidRPr="00C17FCA" w:rsidRDefault="00796838" w:rsidP="00B25EA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</w:rPr>
                    <w:t>1 h</w:t>
                  </w:r>
                </w:p>
              </w:tc>
            </w:tr>
            <w:tr w:rsidR="00796838" w:rsidRPr="00C17FCA" w14:paraId="71773084" w14:textId="77777777" w:rsidTr="00B25EA8">
              <w:tc>
                <w:tcPr>
                  <w:tcW w:w="7513" w:type="dxa"/>
                </w:tcPr>
                <w:p w14:paraId="6CC5C962" w14:textId="77777777" w:rsidR="00796838" w:rsidRPr="00C17FCA" w:rsidRDefault="00796838" w:rsidP="00B25EA8">
                  <w:pPr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  <w:bCs/>
                    </w:rPr>
                    <w:t>10. Zbieg przepisów ustawy, zbieg przest</w:t>
                  </w:r>
                  <w:r w:rsidRPr="00C17FCA">
                    <w:rPr>
                      <w:rFonts w:ascii="Corbel" w:hAnsi="Corbel"/>
                    </w:rPr>
                    <w:t>ę</w:t>
                  </w:r>
                  <w:r w:rsidRPr="00C17FCA">
                    <w:rPr>
                      <w:rFonts w:ascii="Corbel" w:hAnsi="Corbel"/>
                      <w:bCs/>
                    </w:rPr>
                    <w:t>pstw, zbieg wykrocze</w:t>
                  </w:r>
                  <w:r w:rsidRPr="00C17FCA">
                    <w:rPr>
                      <w:rFonts w:ascii="Corbel" w:hAnsi="Corbel"/>
                    </w:rPr>
                    <w:t>ń</w:t>
                  </w:r>
                  <w:r w:rsidRPr="00C17FCA">
                    <w:rPr>
                      <w:rFonts w:ascii="Corbel" w:hAnsi="Corbel"/>
                      <w:bCs/>
                    </w:rPr>
                    <w:t>, zbieg przest</w:t>
                  </w:r>
                  <w:r w:rsidRPr="00C17FCA">
                    <w:rPr>
                      <w:rFonts w:ascii="Corbel" w:hAnsi="Corbel"/>
                    </w:rPr>
                    <w:t>ę</w:t>
                  </w:r>
                  <w:r w:rsidRPr="00C17FCA">
                    <w:rPr>
                      <w:rFonts w:ascii="Corbel" w:hAnsi="Corbel"/>
                      <w:bCs/>
                    </w:rPr>
                    <w:t>pstwa i wykroczenia</w:t>
                  </w:r>
                </w:p>
              </w:tc>
              <w:tc>
                <w:tcPr>
                  <w:tcW w:w="1559" w:type="dxa"/>
                </w:tcPr>
                <w:p w14:paraId="7ACBA49E" w14:textId="77777777" w:rsidR="00796838" w:rsidRPr="00C17FCA" w:rsidRDefault="00796838" w:rsidP="00B25EA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</w:rPr>
                    <w:t>1 h</w:t>
                  </w:r>
                </w:p>
              </w:tc>
            </w:tr>
            <w:tr w:rsidR="00796838" w:rsidRPr="00C17FCA" w14:paraId="0101AF25" w14:textId="77777777" w:rsidTr="00B25EA8">
              <w:tc>
                <w:tcPr>
                  <w:tcW w:w="7513" w:type="dxa"/>
                </w:tcPr>
                <w:p w14:paraId="048D202F" w14:textId="77777777" w:rsidR="00796838" w:rsidRPr="00C17FCA" w:rsidRDefault="00796838" w:rsidP="00B25EA8">
                  <w:pPr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  <w:bCs/>
                    </w:rPr>
                    <w:t>11. Istota i cele kary. Kary i środki karne w prawie karnym i prawie wykroczeń</w:t>
                  </w:r>
                </w:p>
              </w:tc>
              <w:tc>
                <w:tcPr>
                  <w:tcW w:w="1559" w:type="dxa"/>
                </w:tcPr>
                <w:p w14:paraId="351851AA" w14:textId="77777777" w:rsidR="00796838" w:rsidRPr="00C17FCA" w:rsidRDefault="00796838" w:rsidP="00B25EA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</w:rPr>
                    <w:t>2 h</w:t>
                  </w:r>
                </w:p>
              </w:tc>
            </w:tr>
            <w:tr w:rsidR="00796838" w:rsidRPr="00C17FCA" w14:paraId="235392CF" w14:textId="77777777" w:rsidTr="00B25EA8">
              <w:tc>
                <w:tcPr>
                  <w:tcW w:w="7513" w:type="dxa"/>
                </w:tcPr>
                <w:p w14:paraId="38A8BD63" w14:textId="77777777" w:rsidR="00796838" w:rsidRPr="00C17FCA" w:rsidRDefault="00796838" w:rsidP="00B25EA8">
                  <w:pPr>
                    <w:pStyle w:val="Akapitzlist"/>
                    <w:ind w:left="0"/>
                    <w:rPr>
                      <w:rFonts w:ascii="Corbel" w:hAnsi="Corbel"/>
                      <w:b/>
                    </w:rPr>
                  </w:pPr>
                  <w:r w:rsidRPr="00C17FCA">
                    <w:rPr>
                      <w:rFonts w:ascii="Corbel" w:hAnsi="Corbel"/>
                      <w:b/>
                    </w:rPr>
                    <w:t xml:space="preserve">                                                                                                            Suma godzin</w:t>
                  </w:r>
                </w:p>
              </w:tc>
              <w:tc>
                <w:tcPr>
                  <w:tcW w:w="1559" w:type="dxa"/>
                </w:tcPr>
                <w:p w14:paraId="3C76597B" w14:textId="77777777" w:rsidR="00796838" w:rsidRPr="00C17FCA" w:rsidRDefault="00796838" w:rsidP="00B25EA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b/>
                    </w:rPr>
                  </w:pPr>
                  <w:r w:rsidRPr="00C17FCA">
                    <w:rPr>
                      <w:rFonts w:ascii="Corbel" w:hAnsi="Corbel"/>
                      <w:b/>
                    </w:rPr>
                    <w:t>15 h</w:t>
                  </w:r>
                </w:p>
              </w:tc>
            </w:tr>
          </w:tbl>
          <w:p w14:paraId="5833E1D8" w14:textId="77777777" w:rsidR="00796838" w:rsidRPr="00C17FCA" w:rsidRDefault="00796838" w:rsidP="00B25EA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57A25A8D" w14:textId="77777777" w:rsidR="004772C5" w:rsidRPr="00C17FCA" w:rsidRDefault="004772C5" w:rsidP="004772C5">
      <w:pPr>
        <w:pStyle w:val="Akapitzlist"/>
        <w:spacing w:line="240" w:lineRule="auto"/>
        <w:ind w:left="1080"/>
        <w:jc w:val="both"/>
        <w:rPr>
          <w:rFonts w:ascii="Corbel" w:hAnsi="Corbel"/>
        </w:rPr>
      </w:pPr>
    </w:p>
    <w:p w14:paraId="7893C290" w14:textId="2CE13B08" w:rsidR="0085747A" w:rsidRPr="00C17FC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C17FCA">
        <w:rPr>
          <w:rFonts w:ascii="Corbel" w:hAnsi="Corbel"/>
        </w:rPr>
        <w:t>Problematyka ćwiczeń audytoryjnych, konwersatoryjnych, laboratoryjnych</w:t>
      </w:r>
      <w:r w:rsidR="009F4610" w:rsidRPr="00C17FCA">
        <w:rPr>
          <w:rFonts w:ascii="Corbel" w:hAnsi="Corbel"/>
        </w:rPr>
        <w:t xml:space="preserve">, </w:t>
      </w:r>
      <w:r w:rsidRPr="00C17FCA">
        <w:rPr>
          <w:rFonts w:ascii="Corbel" w:hAnsi="Corbel"/>
        </w:rPr>
        <w:t xml:space="preserve">zajęć praktycznych </w:t>
      </w:r>
    </w:p>
    <w:p w14:paraId="579BFEDB" w14:textId="77777777" w:rsidR="0085747A" w:rsidRPr="00C17FCA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C17FCA" w14:paraId="3718B31C" w14:textId="77777777" w:rsidTr="004772C5">
        <w:tc>
          <w:tcPr>
            <w:tcW w:w="9356" w:type="dxa"/>
          </w:tcPr>
          <w:p w14:paraId="168CEACF" w14:textId="77777777" w:rsidR="0085747A" w:rsidRPr="00C17FC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C17FCA">
              <w:rPr>
                <w:rFonts w:ascii="Corbel" w:hAnsi="Corbel"/>
              </w:rPr>
              <w:t>Treści merytoryczne</w:t>
            </w:r>
          </w:p>
        </w:tc>
      </w:tr>
      <w:tr w:rsidR="00796838" w:rsidRPr="00C17FCA" w14:paraId="005C10C1" w14:textId="77777777" w:rsidTr="004772C5">
        <w:tc>
          <w:tcPr>
            <w:tcW w:w="9356" w:type="dxa"/>
          </w:tcPr>
          <w:tbl>
            <w:tblPr>
              <w:tblW w:w="0" w:type="auto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13"/>
              <w:gridCol w:w="1559"/>
            </w:tblGrid>
            <w:tr w:rsidR="00796838" w:rsidRPr="00C17FCA" w14:paraId="7FCCC05E" w14:textId="77777777" w:rsidTr="00B25EA8">
              <w:tc>
                <w:tcPr>
                  <w:tcW w:w="7513" w:type="dxa"/>
                </w:tcPr>
                <w:p w14:paraId="593CAA84" w14:textId="77777777" w:rsidR="00796838" w:rsidRPr="00C17FCA" w:rsidRDefault="00796838" w:rsidP="0079683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  <w:bCs/>
                    </w:rPr>
                    <w:t>1. Podstawy pracy z kodeksem karnym i kodeksem wykroczeń. Inne źródła prawa karnego i prawa wykroczeń. Struktura przepisów w kodeksie karnym i kodeksie wykroczeń</w:t>
                  </w:r>
                </w:p>
              </w:tc>
              <w:tc>
                <w:tcPr>
                  <w:tcW w:w="1559" w:type="dxa"/>
                </w:tcPr>
                <w:p w14:paraId="07666F69" w14:textId="77777777" w:rsidR="00796838" w:rsidRPr="00C17FCA" w:rsidRDefault="00796838" w:rsidP="0079683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</w:rPr>
                    <w:t>2 h</w:t>
                  </w:r>
                </w:p>
              </w:tc>
            </w:tr>
            <w:tr w:rsidR="00796838" w:rsidRPr="00C17FCA" w14:paraId="1D56CE4F" w14:textId="77777777" w:rsidTr="00B25EA8">
              <w:tc>
                <w:tcPr>
                  <w:tcW w:w="7513" w:type="dxa"/>
                </w:tcPr>
                <w:p w14:paraId="6CFCE350" w14:textId="77777777" w:rsidR="00796838" w:rsidRPr="00C17FCA" w:rsidRDefault="00796838" w:rsidP="00796838">
                  <w:pPr>
                    <w:pStyle w:val="Akapitzlist"/>
                    <w:ind w:left="0"/>
                    <w:rPr>
                      <w:rFonts w:ascii="Corbel" w:hAnsi="Corbel"/>
                      <w:bCs/>
                    </w:rPr>
                  </w:pPr>
                  <w:r w:rsidRPr="00C17FCA">
                    <w:rPr>
                      <w:rFonts w:ascii="Corbel" w:hAnsi="Corbel"/>
                      <w:bCs/>
                    </w:rPr>
                    <w:t>2. Określanie czasu i miejsca popełnienia przest</w:t>
                  </w:r>
                  <w:r w:rsidRPr="00C17FCA">
                    <w:rPr>
                      <w:rFonts w:ascii="Corbel" w:hAnsi="Corbel"/>
                    </w:rPr>
                    <w:t>ę</w:t>
                  </w:r>
                  <w:r w:rsidRPr="00C17FCA">
                    <w:rPr>
                      <w:rFonts w:ascii="Corbel" w:hAnsi="Corbel"/>
                      <w:bCs/>
                    </w:rPr>
                    <w:t xml:space="preserve">pstwa oraz wykroczenia. </w:t>
                  </w:r>
                </w:p>
                <w:p w14:paraId="3CA955FF" w14:textId="77777777" w:rsidR="00796838" w:rsidRPr="00C17FCA" w:rsidRDefault="00796838" w:rsidP="0079683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  <w:bCs/>
                    </w:rPr>
                    <w:t>Określanie obywatelstwa sprawcy oraz podstawy przypisania odpowiedzialno</w:t>
                  </w:r>
                  <w:r w:rsidRPr="00C17FCA">
                    <w:rPr>
                      <w:rFonts w:ascii="Corbel" w:hAnsi="Corbel"/>
                    </w:rPr>
                    <w:t xml:space="preserve">ść </w:t>
                  </w:r>
                  <w:r w:rsidRPr="00C17FCA">
                    <w:rPr>
                      <w:rFonts w:ascii="Corbel" w:hAnsi="Corbel"/>
                      <w:bCs/>
                    </w:rPr>
                    <w:t>za przest</w:t>
                  </w:r>
                  <w:r w:rsidRPr="00C17FCA">
                    <w:rPr>
                      <w:rFonts w:ascii="Corbel" w:hAnsi="Corbel"/>
                    </w:rPr>
                    <w:t>ę</w:t>
                  </w:r>
                  <w:r w:rsidRPr="00C17FCA">
                    <w:rPr>
                      <w:rFonts w:ascii="Corbel" w:hAnsi="Corbel"/>
                      <w:bCs/>
                    </w:rPr>
                    <w:t xml:space="preserve">pstwo lub wykroczenie. </w:t>
                  </w:r>
                </w:p>
              </w:tc>
              <w:tc>
                <w:tcPr>
                  <w:tcW w:w="1559" w:type="dxa"/>
                </w:tcPr>
                <w:p w14:paraId="4754DAB3" w14:textId="77777777" w:rsidR="00796838" w:rsidRPr="00C17FCA" w:rsidRDefault="00796838" w:rsidP="0079683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</w:rPr>
                    <w:t>1 h</w:t>
                  </w:r>
                </w:p>
              </w:tc>
            </w:tr>
            <w:tr w:rsidR="00796838" w:rsidRPr="00C17FCA" w14:paraId="0715C921" w14:textId="77777777" w:rsidTr="00B25EA8">
              <w:tc>
                <w:tcPr>
                  <w:tcW w:w="7513" w:type="dxa"/>
                </w:tcPr>
                <w:p w14:paraId="263578E7" w14:textId="77777777" w:rsidR="00796838" w:rsidRPr="00C17FCA" w:rsidRDefault="00796838" w:rsidP="0079683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  <w:bCs/>
                    </w:rPr>
                    <w:t>3. Praktyczne odniesienie poj</w:t>
                  </w:r>
                  <w:r w:rsidRPr="00C17FCA">
                    <w:rPr>
                      <w:rFonts w:ascii="Corbel" w:hAnsi="Corbel"/>
                    </w:rPr>
                    <w:t>ę</w:t>
                  </w:r>
                  <w:r w:rsidRPr="00C17FCA">
                    <w:rPr>
                      <w:rFonts w:ascii="Corbel" w:hAnsi="Corbel"/>
                      <w:bCs/>
                    </w:rPr>
                    <w:t>cia przest</w:t>
                  </w:r>
                  <w:r w:rsidRPr="00C17FCA">
                    <w:rPr>
                      <w:rFonts w:ascii="Corbel" w:hAnsi="Corbel"/>
                    </w:rPr>
                    <w:t>ę</w:t>
                  </w:r>
                  <w:r w:rsidRPr="00C17FCA">
                    <w:rPr>
                      <w:rFonts w:ascii="Corbel" w:hAnsi="Corbel"/>
                      <w:bCs/>
                    </w:rPr>
                    <w:t>pstwa i wykroczenia (elementy przest</w:t>
                  </w:r>
                  <w:r w:rsidRPr="00C17FCA">
                    <w:rPr>
                      <w:rFonts w:ascii="Corbel" w:hAnsi="Corbel"/>
                    </w:rPr>
                    <w:t>ę</w:t>
                  </w:r>
                  <w:r w:rsidRPr="00C17FCA">
                    <w:rPr>
                      <w:rFonts w:ascii="Corbel" w:hAnsi="Corbel"/>
                      <w:bCs/>
                    </w:rPr>
                    <w:t xml:space="preserve">pstwa i wykroczenia) </w:t>
                  </w:r>
                </w:p>
              </w:tc>
              <w:tc>
                <w:tcPr>
                  <w:tcW w:w="1559" w:type="dxa"/>
                </w:tcPr>
                <w:p w14:paraId="6C6C0557" w14:textId="77777777" w:rsidR="00796838" w:rsidRPr="00C17FCA" w:rsidRDefault="00796838" w:rsidP="0079683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</w:rPr>
                    <w:t>1 h</w:t>
                  </w:r>
                </w:p>
              </w:tc>
            </w:tr>
            <w:tr w:rsidR="00796838" w:rsidRPr="00C17FCA" w14:paraId="7D15B3AD" w14:textId="77777777" w:rsidTr="00B25EA8">
              <w:tc>
                <w:tcPr>
                  <w:tcW w:w="7513" w:type="dxa"/>
                </w:tcPr>
                <w:p w14:paraId="69D1A777" w14:textId="77777777" w:rsidR="00796838" w:rsidRPr="00C17FCA" w:rsidRDefault="00796838" w:rsidP="0079683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</w:rPr>
                    <w:t xml:space="preserve">4. Określanie </w:t>
                  </w:r>
                  <w:r w:rsidRPr="00C17FCA">
                    <w:rPr>
                      <w:rFonts w:ascii="Corbel" w:hAnsi="Corbel"/>
                      <w:bCs/>
                    </w:rPr>
                    <w:t>znamion przest</w:t>
                  </w:r>
                  <w:r w:rsidRPr="00C17FCA">
                    <w:rPr>
                      <w:rFonts w:ascii="Corbel" w:hAnsi="Corbel"/>
                    </w:rPr>
                    <w:t>ę</w:t>
                  </w:r>
                  <w:r w:rsidRPr="00C17FCA">
                    <w:rPr>
                      <w:rFonts w:ascii="Corbel" w:hAnsi="Corbel"/>
                      <w:bCs/>
                    </w:rPr>
                    <w:t>pstwa i wykroczenia (podmiot, przedmiot ochrony, strona przedmiotowa, strona podmiotowa)</w:t>
                  </w:r>
                </w:p>
              </w:tc>
              <w:tc>
                <w:tcPr>
                  <w:tcW w:w="1559" w:type="dxa"/>
                </w:tcPr>
                <w:p w14:paraId="2B126E14" w14:textId="77777777" w:rsidR="00796838" w:rsidRPr="00C17FCA" w:rsidRDefault="00796838" w:rsidP="0079683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</w:rPr>
                    <w:t>1 h</w:t>
                  </w:r>
                </w:p>
              </w:tc>
            </w:tr>
            <w:tr w:rsidR="00796838" w:rsidRPr="00C17FCA" w14:paraId="118DB4EB" w14:textId="77777777" w:rsidTr="00B25EA8">
              <w:tc>
                <w:tcPr>
                  <w:tcW w:w="7513" w:type="dxa"/>
                </w:tcPr>
                <w:p w14:paraId="449AFFD0" w14:textId="77777777" w:rsidR="00796838" w:rsidRPr="00C17FCA" w:rsidRDefault="00796838" w:rsidP="0079683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  <w:bCs/>
                    </w:rPr>
                    <w:t>5. Przypisanie winy za przestępstwa i wykroczenia. Praktyczna interpretacja zasady równowarto</w:t>
                  </w:r>
                  <w:r w:rsidRPr="00C17FCA">
                    <w:rPr>
                      <w:rFonts w:ascii="Corbel" w:hAnsi="Corbel"/>
                    </w:rPr>
                    <w:t>ś</w:t>
                  </w:r>
                  <w:r w:rsidRPr="00C17FCA">
                    <w:rPr>
                      <w:rFonts w:ascii="Corbel" w:hAnsi="Corbel"/>
                      <w:bCs/>
                    </w:rPr>
                    <w:t>ci form winy jako podstawa odpowiedzialno</w:t>
                  </w:r>
                  <w:r w:rsidRPr="00C17FCA">
                    <w:rPr>
                      <w:rFonts w:ascii="Corbel" w:hAnsi="Corbel"/>
                    </w:rPr>
                    <w:t>ś</w:t>
                  </w:r>
                  <w:r w:rsidRPr="00C17FCA">
                    <w:rPr>
                      <w:rFonts w:ascii="Corbel" w:hAnsi="Corbel"/>
                      <w:bCs/>
                    </w:rPr>
                    <w:t>ci</w:t>
                  </w:r>
                </w:p>
              </w:tc>
              <w:tc>
                <w:tcPr>
                  <w:tcW w:w="1559" w:type="dxa"/>
                </w:tcPr>
                <w:p w14:paraId="0954B418" w14:textId="77777777" w:rsidR="00796838" w:rsidRPr="00C17FCA" w:rsidRDefault="00796838" w:rsidP="0079683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</w:rPr>
                    <w:t>1 h</w:t>
                  </w:r>
                </w:p>
              </w:tc>
            </w:tr>
            <w:tr w:rsidR="00796838" w:rsidRPr="00C17FCA" w14:paraId="4096795A" w14:textId="77777777" w:rsidTr="00B25EA8">
              <w:tc>
                <w:tcPr>
                  <w:tcW w:w="7513" w:type="dxa"/>
                </w:tcPr>
                <w:p w14:paraId="046257B1" w14:textId="77777777" w:rsidR="00796838" w:rsidRPr="00C17FCA" w:rsidRDefault="00796838" w:rsidP="0079683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  <w:bCs/>
                    </w:rPr>
                    <w:t>6. Okoliczno</w:t>
                  </w:r>
                  <w:r w:rsidRPr="00C17FCA">
                    <w:rPr>
                      <w:rFonts w:ascii="Corbel" w:hAnsi="Corbel"/>
                    </w:rPr>
                    <w:t>ś</w:t>
                  </w:r>
                  <w:r w:rsidRPr="00C17FCA">
                    <w:rPr>
                      <w:rFonts w:ascii="Corbel" w:hAnsi="Corbel"/>
                      <w:bCs/>
                    </w:rPr>
                    <w:t>ci wył</w:t>
                  </w:r>
                  <w:r w:rsidRPr="00C17FCA">
                    <w:rPr>
                      <w:rFonts w:ascii="Corbel" w:hAnsi="Corbel"/>
                    </w:rPr>
                    <w:t>ą</w:t>
                  </w:r>
                  <w:r w:rsidRPr="00C17FCA">
                    <w:rPr>
                      <w:rFonts w:ascii="Corbel" w:hAnsi="Corbel"/>
                      <w:bCs/>
                    </w:rPr>
                    <w:t>czaj</w:t>
                  </w:r>
                  <w:r w:rsidRPr="00C17FCA">
                    <w:rPr>
                      <w:rFonts w:ascii="Corbel" w:hAnsi="Corbel"/>
                    </w:rPr>
                    <w:t>ą</w:t>
                  </w:r>
                  <w:r w:rsidRPr="00C17FCA">
                    <w:rPr>
                      <w:rFonts w:ascii="Corbel" w:hAnsi="Corbel"/>
                      <w:bCs/>
                    </w:rPr>
                    <w:t>ce bezprawno</w:t>
                  </w:r>
                  <w:r w:rsidRPr="00C17FCA">
                    <w:rPr>
                      <w:rFonts w:ascii="Corbel" w:hAnsi="Corbel"/>
                    </w:rPr>
                    <w:t xml:space="preserve">ść </w:t>
                  </w:r>
                  <w:r w:rsidRPr="00C17FCA">
                    <w:rPr>
                      <w:rFonts w:ascii="Corbel" w:hAnsi="Corbel"/>
                      <w:bCs/>
                    </w:rPr>
                    <w:t>czynu – analiza kontratypów ustawowych i pozaustawowych, rozwi</w:t>
                  </w:r>
                  <w:r w:rsidRPr="00C17FCA">
                    <w:rPr>
                      <w:rFonts w:ascii="Corbel" w:hAnsi="Corbel"/>
                    </w:rPr>
                    <w:t>ą</w:t>
                  </w:r>
                  <w:r w:rsidRPr="00C17FCA">
                    <w:rPr>
                      <w:rFonts w:ascii="Corbel" w:hAnsi="Corbel"/>
                      <w:bCs/>
                    </w:rPr>
                    <w:t>zywanie kazusów</w:t>
                  </w:r>
                </w:p>
              </w:tc>
              <w:tc>
                <w:tcPr>
                  <w:tcW w:w="1559" w:type="dxa"/>
                </w:tcPr>
                <w:p w14:paraId="4BCADD3E" w14:textId="77777777" w:rsidR="00796838" w:rsidRPr="00C17FCA" w:rsidRDefault="00796838" w:rsidP="0079683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</w:rPr>
                    <w:t>2 h</w:t>
                  </w:r>
                </w:p>
              </w:tc>
            </w:tr>
            <w:tr w:rsidR="00796838" w:rsidRPr="00C17FCA" w14:paraId="2DE726DC" w14:textId="77777777" w:rsidTr="00B25EA8">
              <w:tc>
                <w:tcPr>
                  <w:tcW w:w="7513" w:type="dxa"/>
                </w:tcPr>
                <w:p w14:paraId="67BA45C3" w14:textId="77777777" w:rsidR="00796838" w:rsidRPr="00C17FCA" w:rsidRDefault="00796838" w:rsidP="00796838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  <w:bCs/>
                    </w:rPr>
                    <w:t>7. Okoliczno</w:t>
                  </w:r>
                  <w:r w:rsidRPr="00C17FCA">
                    <w:rPr>
                      <w:rFonts w:ascii="Corbel" w:hAnsi="Corbel"/>
                    </w:rPr>
                    <w:t>ś</w:t>
                  </w:r>
                  <w:r w:rsidRPr="00C17FCA">
                    <w:rPr>
                      <w:rFonts w:ascii="Corbel" w:hAnsi="Corbel"/>
                      <w:bCs/>
                    </w:rPr>
                    <w:t>ci wył</w:t>
                  </w:r>
                  <w:r w:rsidRPr="00C17FCA">
                    <w:rPr>
                      <w:rFonts w:ascii="Corbel" w:hAnsi="Corbel"/>
                    </w:rPr>
                    <w:t>ą</w:t>
                  </w:r>
                  <w:r w:rsidRPr="00C17FCA">
                    <w:rPr>
                      <w:rFonts w:ascii="Corbel" w:hAnsi="Corbel"/>
                      <w:bCs/>
                    </w:rPr>
                    <w:t>czaj</w:t>
                  </w:r>
                  <w:r w:rsidRPr="00C17FCA">
                    <w:rPr>
                      <w:rFonts w:ascii="Corbel" w:hAnsi="Corbel"/>
                    </w:rPr>
                    <w:t>ą</w:t>
                  </w:r>
                  <w:r w:rsidRPr="00C17FCA">
                    <w:rPr>
                      <w:rFonts w:ascii="Corbel" w:hAnsi="Corbel"/>
                      <w:bCs/>
                    </w:rPr>
                    <w:t>ce win</w:t>
                  </w:r>
                  <w:r w:rsidRPr="00C17FCA">
                    <w:rPr>
                      <w:rFonts w:ascii="Corbel" w:hAnsi="Corbel"/>
                    </w:rPr>
                    <w:t>ę</w:t>
                  </w:r>
                  <w:r w:rsidRPr="00C17FCA">
                    <w:rPr>
                      <w:rFonts w:ascii="Corbel" w:hAnsi="Corbel"/>
                      <w:bCs/>
                    </w:rPr>
                    <w:t>. Okoliczno</w:t>
                  </w:r>
                  <w:r w:rsidRPr="00C17FCA">
                    <w:rPr>
                      <w:rFonts w:ascii="Corbel" w:hAnsi="Corbel"/>
                    </w:rPr>
                    <w:t>ś</w:t>
                  </w:r>
                  <w:r w:rsidRPr="00C17FCA">
                    <w:rPr>
                      <w:rFonts w:ascii="Corbel" w:hAnsi="Corbel"/>
                      <w:bCs/>
                    </w:rPr>
                    <w:t>ci wpływaj</w:t>
                  </w:r>
                  <w:r w:rsidRPr="00C17FCA">
                    <w:rPr>
                      <w:rFonts w:ascii="Corbel" w:hAnsi="Corbel"/>
                    </w:rPr>
                    <w:t>ą</w:t>
                  </w:r>
                  <w:r w:rsidRPr="00C17FCA">
                    <w:rPr>
                      <w:rFonts w:ascii="Corbel" w:hAnsi="Corbel"/>
                      <w:bCs/>
                    </w:rPr>
                    <w:t>ce na zmniejszenie stopnia winy – rozwiązywanie kazusów</w:t>
                  </w:r>
                </w:p>
              </w:tc>
              <w:tc>
                <w:tcPr>
                  <w:tcW w:w="1559" w:type="dxa"/>
                </w:tcPr>
                <w:p w14:paraId="70134266" w14:textId="77777777" w:rsidR="00796838" w:rsidRPr="00C17FCA" w:rsidRDefault="00796838" w:rsidP="0079683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</w:rPr>
                    <w:t>2 h</w:t>
                  </w:r>
                </w:p>
              </w:tc>
            </w:tr>
            <w:tr w:rsidR="00796838" w:rsidRPr="00C17FCA" w14:paraId="0DA85F0B" w14:textId="77777777" w:rsidTr="00B25EA8">
              <w:tc>
                <w:tcPr>
                  <w:tcW w:w="7513" w:type="dxa"/>
                </w:tcPr>
                <w:p w14:paraId="17CA9DAA" w14:textId="77777777" w:rsidR="00796838" w:rsidRPr="00C17FCA" w:rsidRDefault="00796838" w:rsidP="00796838">
                  <w:pPr>
                    <w:rPr>
                      <w:rFonts w:ascii="Corbel" w:hAnsi="Corbel"/>
                      <w:bCs/>
                    </w:rPr>
                  </w:pPr>
                  <w:r w:rsidRPr="00C17FCA">
                    <w:rPr>
                      <w:rFonts w:ascii="Corbel" w:hAnsi="Corbel"/>
                      <w:bCs/>
                    </w:rPr>
                    <w:lastRenderedPageBreak/>
                    <w:t>8. Formy stadialne popełnienia przest</w:t>
                  </w:r>
                  <w:r w:rsidRPr="00C17FCA">
                    <w:rPr>
                      <w:rFonts w:ascii="Corbel" w:hAnsi="Corbel"/>
                    </w:rPr>
                    <w:t>ę</w:t>
                  </w:r>
                  <w:r w:rsidRPr="00C17FCA">
                    <w:rPr>
                      <w:rFonts w:ascii="Corbel" w:hAnsi="Corbel"/>
                      <w:bCs/>
                    </w:rPr>
                    <w:t>pstwa: przygotowanie, usiłowanie (udolne, nieudolne), dokonanie – rozwiązywanie kazusów</w:t>
                  </w:r>
                </w:p>
              </w:tc>
              <w:tc>
                <w:tcPr>
                  <w:tcW w:w="1559" w:type="dxa"/>
                </w:tcPr>
                <w:p w14:paraId="530F5122" w14:textId="77777777" w:rsidR="00796838" w:rsidRPr="00C17FCA" w:rsidRDefault="00796838" w:rsidP="0079683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</w:rPr>
                    <w:t>1 h</w:t>
                  </w:r>
                </w:p>
              </w:tc>
            </w:tr>
            <w:tr w:rsidR="00796838" w:rsidRPr="00C17FCA" w14:paraId="5F9FBF26" w14:textId="77777777" w:rsidTr="00B25EA8">
              <w:tc>
                <w:tcPr>
                  <w:tcW w:w="7513" w:type="dxa"/>
                </w:tcPr>
                <w:p w14:paraId="0F52ECBC" w14:textId="77777777" w:rsidR="00796838" w:rsidRPr="00C17FCA" w:rsidRDefault="00796838" w:rsidP="00796838">
                  <w:pPr>
                    <w:rPr>
                      <w:rFonts w:ascii="Corbel" w:hAnsi="Corbel"/>
                      <w:bCs/>
                    </w:rPr>
                  </w:pPr>
                  <w:r w:rsidRPr="00C17FCA">
                    <w:rPr>
                      <w:rFonts w:ascii="Corbel" w:hAnsi="Corbel"/>
                      <w:bCs/>
                    </w:rPr>
                    <w:t>9. Formy zjawiskowe popełnienia przest</w:t>
                  </w:r>
                  <w:r w:rsidRPr="00C17FCA">
                    <w:rPr>
                      <w:rFonts w:ascii="Corbel" w:hAnsi="Corbel"/>
                    </w:rPr>
                    <w:t>ę</w:t>
                  </w:r>
                  <w:r w:rsidRPr="00C17FCA">
                    <w:rPr>
                      <w:rFonts w:ascii="Corbel" w:hAnsi="Corbel"/>
                      <w:bCs/>
                    </w:rPr>
                    <w:t>pstwa: sprawstwo, pod</w:t>
                  </w:r>
                  <w:r w:rsidRPr="00C17FCA">
                    <w:rPr>
                      <w:rFonts w:ascii="Corbel" w:hAnsi="Corbel"/>
                    </w:rPr>
                    <w:t>ż</w:t>
                  </w:r>
                  <w:r w:rsidRPr="00C17FCA">
                    <w:rPr>
                      <w:rFonts w:ascii="Corbel" w:hAnsi="Corbel"/>
                      <w:bCs/>
                    </w:rPr>
                    <w:t>eganie, pomocnictwo – rozwiązywanie kazusów</w:t>
                  </w:r>
                </w:p>
              </w:tc>
              <w:tc>
                <w:tcPr>
                  <w:tcW w:w="1559" w:type="dxa"/>
                </w:tcPr>
                <w:p w14:paraId="7B50A390" w14:textId="77777777" w:rsidR="00796838" w:rsidRPr="00C17FCA" w:rsidRDefault="00796838" w:rsidP="0079683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</w:rPr>
                    <w:t>1 h</w:t>
                  </w:r>
                </w:p>
              </w:tc>
            </w:tr>
            <w:tr w:rsidR="00796838" w:rsidRPr="00C17FCA" w14:paraId="35747781" w14:textId="77777777" w:rsidTr="00B25EA8">
              <w:tc>
                <w:tcPr>
                  <w:tcW w:w="7513" w:type="dxa"/>
                </w:tcPr>
                <w:p w14:paraId="0E750E1E" w14:textId="77777777" w:rsidR="00796838" w:rsidRPr="00C17FCA" w:rsidRDefault="00796838" w:rsidP="00796838">
                  <w:pPr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  <w:bCs/>
                    </w:rPr>
                    <w:t>10. Zbieg przepisów ustawy, zbieg przest</w:t>
                  </w:r>
                  <w:r w:rsidRPr="00C17FCA">
                    <w:rPr>
                      <w:rFonts w:ascii="Corbel" w:hAnsi="Corbel"/>
                    </w:rPr>
                    <w:t>ę</w:t>
                  </w:r>
                  <w:r w:rsidRPr="00C17FCA">
                    <w:rPr>
                      <w:rFonts w:ascii="Corbel" w:hAnsi="Corbel"/>
                      <w:bCs/>
                    </w:rPr>
                    <w:t>pstw, zbieg wykrocze</w:t>
                  </w:r>
                  <w:r w:rsidRPr="00C17FCA">
                    <w:rPr>
                      <w:rFonts w:ascii="Corbel" w:hAnsi="Corbel"/>
                    </w:rPr>
                    <w:t>ń</w:t>
                  </w:r>
                  <w:r w:rsidRPr="00C17FCA">
                    <w:rPr>
                      <w:rFonts w:ascii="Corbel" w:hAnsi="Corbel"/>
                      <w:bCs/>
                    </w:rPr>
                    <w:t>, zbieg przest</w:t>
                  </w:r>
                  <w:r w:rsidRPr="00C17FCA">
                    <w:rPr>
                      <w:rFonts w:ascii="Corbel" w:hAnsi="Corbel"/>
                    </w:rPr>
                    <w:t>ę</w:t>
                  </w:r>
                  <w:r w:rsidRPr="00C17FCA">
                    <w:rPr>
                      <w:rFonts w:ascii="Corbel" w:hAnsi="Corbel"/>
                      <w:bCs/>
                    </w:rPr>
                    <w:t>pstwa i wykroczenia – orzecznictwo, przykłady wyroków</w:t>
                  </w:r>
                </w:p>
              </w:tc>
              <w:tc>
                <w:tcPr>
                  <w:tcW w:w="1559" w:type="dxa"/>
                </w:tcPr>
                <w:p w14:paraId="3BAB4B4C" w14:textId="77777777" w:rsidR="00796838" w:rsidRPr="00C17FCA" w:rsidRDefault="00796838" w:rsidP="0079683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</w:rPr>
                    <w:t>1h</w:t>
                  </w:r>
                </w:p>
              </w:tc>
            </w:tr>
            <w:tr w:rsidR="00796838" w:rsidRPr="00C17FCA" w14:paraId="7FC9D476" w14:textId="77777777" w:rsidTr="00B25EA8">
              <w:tc>
                <w:tcPr>
                  <w:tcW w:w="7513" w:type="dxa"/>
                </w:tcPr>
                <w:p w14:paraId="501961FC" w14:textId="77777777" w:rsidR="00796838" w:rsidRPr="00C17FCA" w:rsidRDefault="00796838" w:rsidP="00796838">
                  <w:pPr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  <w:bCs/>
                    </w:rPr>
                    <w:t xml:space="preserve">11. Praktyczne aspekty stosowania kar i </w:t>
                  </w:r>
                  <w:r w:rsidRPr="00C17FCA">
                    <w:rPr>
                      <w:rFonts w:ascii="Corbel" w:hAnsi="Corbel"/>
                    </w:rPr>
                    <w:t>ś</w:t>
                  </w:r>
                  <w:r w:rsidRPr="00C17FCA">
                    <w:rPr>
                      <w:rFonts w:ascii="Corbel" w:hAnsi="Corbel"/>
                      <w:bCs/>
                    </w:rPr>
                    <w:t>rodków karnych w prawie karnym i prawie wykrocze</w:t>
                  </w:r>
                  <w:r w:rsidRPr="00C17FCA">
                    <w:rPr>
                      <w:rFonts w:ascii="Corbel" w:hAnsi="Corbel"/>
                    </w:rPr>
                    <w:t>ń</w:t>
                  </w:r>
                </w:p>
              </w:tc>
              <w:tc>
                <w:tcPr>
                  <w:tcW w:w="1559" w:type="dxa"/>
                </w:tcPr>
                <w:p w14:paraId="78D0DD61" w14:textId="77777777" w:rsidR="00796838" w:rsidRPr="00C17FCA" w:rsidRDefault="00796838" w:rsidP="0079683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</w:rPr>
                  </w:pPr>
                  <w:r w:rsidRPr="00C17FCA">
                    <w:rPr>
                      <w:rFonts w:ascii="Corbel" w:hAnsi="Corbel"/>
                    </w:rPr>
                    <w:t>2 h</w:t>
                  </w:r>
                </w:p>
              </w:tc>
            </w:tr>
            <w:tr w:rsidR="00796838" w:rsidRPr="00C17FCA" w14:paraId="7645C901" w14:textId="77777777" w:rsidTr="00B25EA8">
              <w:tc>
                <w:tcPr>
                  <w:tcW w:w="7513" w:type="dxa"/>
                </w:tcPr>
                <w:p w14:paraId="7CE8A761" w14:textId="77777777" w:rsidR="00796838" w:rsidRPr="00C17FCA" w:rsidRDefault="00796838" w:rsidP="00796838">
                  <w:pPr>
                    <w:pStyle w:val="Akapitzlist"/>
                    <w:ind w:left="0"/>
                    <w:rPr>
                      <w:rFonts w:ascii="Corbel" w:hAnsi="Corbel"/>
                      <w:b/>
                    </w:rPr>
                  </w:pPr>
                  <w:r w:rsidRPr="00C17FCA">
                    <w:rPr>
                      <w:rFonts w:ascii="Corbel" w:hAnsi="Corbel"/>
                      <w:b/>
                    </w:rPr>
                    <w:t xml:space="preserve">                                                                                                      Suma godzin</w:t>
                  </w:r>
                </w:p>
              </w:tc>
              <w:tc>
                <w:tcPr>
                  <w:tcW w:w="1559" w:type="dxa"/>
                </w:tcPr>
                <w:p w14:paraId="046A1F77" w14:textId="77777777" w:rsidR="00796838" w:rsidRPr="00C17FCA" w:rsidRDefault="00796838" w:rsidP="00796838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b/>
                    </w:rPr>
                  </w:pPr>
                  <w:r w:rsidRPr="00C17FCA">
                    <w:rPr>
                      <w:rFonts w:ascii="Corbel" w:hAnsi="Corbel"/>
                      <w:b/>
                    </w:rPr>
                    <w:t>15 h</w:t>
                  </w:r>
                </w:p>
              </w:tc>
            </w:tr>
          </w:tbl>
          <w:p w14:paraId="499BFD95" w14:textId="77777777" w:rsidR="00796838" w:rsidRPr="00C17FCA" w:rsidRDefault="00796838" w:rsidP="0079683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23B31260" w14:textId="77777777" w:rsidR="0085747A" w:rsidRPr="00C17FCA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27D4A0A7" w14:textId="77777777" w:rsidR="0085747A" w:rsidRPr="00C17FC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C17FCA">
        <w:rPr>
          <w:rFonts w:ascii="Corbel" w:hAnsi="Corbel"/>
          <w:smallCaps w:val="0"/>
          <w:sz w:val="22"/>
        </w:rPr>
        <w:t>3.4 Metody dydaktyczne</w:t>
      </w:r>
      <w:r w:rsidRPr="00C17FCA">
        <w:rPr>
          <w:rFonts w:ascii="Corbel" w:hAnsi="Corbel"/>
          <w:b w:val="0"/>
          <w:smallCaps w:val="0"/>
          <w:sz w:val="22"/>
        </w:rPr>
        <w:t xml:space="preserve"> </w:t>
      </w:r>
    </w:p>
    <w:p w14:paraId="2323EDDA" w14:textId="24413825" w:rsidR="0085747A" w:rsidRPr="00C17F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03D584C" w14:textId="47C10491" w:rsidR="00E662E0" w:rsidRPr="00C17FCA" w:rsidRDefault="00E662E0" w:rsidP="009A60B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Corbel" w:eastAsia="Times New Roman" w:hAnsi="Corbel"/>
          <w:lang w:eastAsia="pl-PL"/>
        </w:rPr>
      </w:pPr>
      <w:r w:rsidRPr="00C17FCA">
        <w:rPr>
          <w:rFonts w:ascii="Corbel" w:eastAsia="Times New Roman" w:hAnsi="Corbel"/>
          <w:bCs/>
          <w:spacing w:val="-5"/>
        </w:rPr>
        <w:t>Wykład prowadzony z wykorzystaniem metody nauczania teoretycznego z elementami metody nauczania praktycznego</w:t>
      </w:r>
      <w:r w:rsidRPr="00C17FCA">
        <w:rPr>
          <w:rFonts w:ascii="Corbel" w:eastAsia="Times New Roman" w:hAnsi="Corbel"/>
          <w:lang w:eastAsia="pl-PL"/>
        </w:rPr>
        <w:t>, wykład z prezentacją multimedialną</w:t>
      </w:r>
      <w:r w:rsidR="00BB6E4D" w:rsidRPr="00C17FCA">
        <w:rPr>
          <w:rFonts w:ascii="Corbel" w:eastAsia="Times New Roman" w:hAnsi="Corbel"/>
          <w:lang w:eastAsia="pl-PL"/>
        </w:rPr>
        <w:t xml:space="preserve">, </w:t>
      </w:r>
      <w:r w:rsidR="00BB6E4D" w:rsidRPr="00C17FCA">
        <w:rPr>
          <w:rFonts w:ascii="Corbel" w:hAnsi="Corbel"/>
        </w:rPr>
        <w:t>zajęcia realizowane z wykorzystaniem metod i technik kształcenia stacjonarnego lub na odległość.</w:t>
      </w:r>
    </w:p>
    <w:p w14:paraId="0D95EC2E" w14:textId="77777777" w:rsidR="00E662E0" w:rsidRPr="00C17FCA" w:rsidRDefault="00E662E0" w:rsidP="009A60B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Corbel" w:eastAsia="Times New Roman" w:hAnsi="Corbel"/>
          <w:lang w:eastAsia="pl-PL"/>
        </w:rPr>
      </w:pPr>
      <w:r w:rsidRPr="00C17FCA">
        <w:rPr>
          <w:rFonts w:ascii="Corbel" w:eastAsia="Times New Roman" w:hAnsi="Corbel"/>
          <w:lang w:eastAsia="pl-PL"/>
        </w:rPr>
        <w:t>Podstawową metodą nauczania jest metoda teoretyczna, z elementami praktycznego stosowania przepisów. Ponadto zaprezentowane zostanie wybrane orzecznictwo sądowe (orzecznictwo SN i SA), którego znajomość jest wymagana dla potrzeb poprawnego rozwiązania kazusów z prawa karnego i prawa wykroczeń.</w:t>
      </w:r>
    </w:p>
    <w:p w14:paraId="194D68DA" w14:textId="1DB77389" w:rsidR="00BB6E4D" w:rsidRPr="00C17FCA" w:rsidRDefault="00796838" w:rsidP="00C17FCA">
      <w:pPr>
        <w:rPr>
          <w:rFonts w:ascii="Corbel" w:hAnsi="Corbel"/>
          <w:lang w:eastAsia="pl-PL"/>
        </w:rPr>
      </w:pPr>
      <w:r w:rsidRPr="00C17FCA">
        <w:rPr>
          <w:rFonts w:ascii="Corbel" w:hAnsi="Corbel"/>
          <w:lang w:eastAsia="pl-PL"/>
        </w:rPr>
        <w:t>Ćwiczenia z rozwiązywaniem kazusów, analiza i interpretacja przepisów prawnych, praca w grupach, dyskusj</w:t>
      </w:r>
      <w:r w:rsidR="00C17FCA" w:rsidRPr="00C17FCA">
        <w:rPr>
          <w:rFonts w:ascii="Corbel" w:hAnsi="Corbel"/>
          <w:lang w:eastAsia="pl-PL"/>
        </w:rPr>
        <w:t>a</w:t>
      </w:r>
      <w:r w:rsidR="00BB6E4D" w:rsidRPr="00C17FCA">
        <w:rPr>
          <w:rFonts w:ascii="Corbel" w:hAnsi="Corbel"/>
          <w:b/>
          <w:smallCaps/>
          <w:lang w:eastAsia="pl-PL"/>
        </w:rPr>
        <w:t xml:space="preserve">. </w:t>
      </w:r>
      <w:r w:rsidR="00BB6E4D" w:rsidRPr="00C17FCA">
        <w:rPr>
          <w:rFonts w:ascii="Corbel" w:hAnsi="Corbel"/>
        </w:rPr>
        <w:t>Zajęcia realizowane z wykorzystaniem metod i technik kształcenia stacjonarnego lub na odległość.</w:t>
      </w:r>
    </w:p>
    <w:p w14:paraId="7B56DAD5" w14:textId="77777777" w:rsidR="00796838" w:rsidRPr="00C17FCA" w:rsidRDefault="00796838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C344356" w14:textId="77777777" w:rsidR="0085747A" w:rsidRPr="00C17FC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C17FCA">
        <w:rPr>
          <w:rFonts w:ascii="Corbel" w:hAnsi="Corbel"/>
          <w:smallCaps w:val="0"/>
          <w:sz w:val="22"/>
        </w:rPr>
        <w:t xml:space="preserve">4. </w:t>
      </w:r>
      <w:r w:rsidR="0085747A" w:rsidRPr="00C17FCA">
        <w:rPr>
          <w:rFonts w:ascii="Corbel" w:hAnsi="Corbel"/>
          <w:smallCaps w:val="0"/>
          <w:sz w:val="22"/>
        </w:rPr>
        <w:t>METODY I KRYTERIA OCENY</w:t>
      </w:r>
      <w:r w:rsidR="009F4610" w:rsidRPr="00C17FCA">
        <w:rPr>
          <w:rFonts w:ascii="Corbel" w:hAnsi="Corbel"/>
          <w:smallCaps w:val="0"/>
          <w:sz w:val="22"/>
        </w:rPr>
        <w:t xml:space="preserve"> </w:t>
      </w:r>
    </w:p>
    <w:p w14:paraId="4C07E4A7" w14:textId="77777777" w:rsidR="00923D7D" w:rsidRPr="00C17FC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65DBAD29" w14:textId="77777777" w:rsidR="0085747A" w:rsidRPr="00C17FC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C17FCA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C17FCA">
        <w:rPr>
          <w:rFonts w:ascii="Corbel" w:hAnsi="Corbel"/>
          <w:smallCaps w:val="0"/>
          <w:sz w:val="22"/>
        </w:rPr>
        <w:t>uczenia się</w:t>
      </w:r>
    </w:p>
    <w:p w14:paraId="378EFD93" w14:textId="77777777" w:rsidR="0085747A" w:rsidRPr="00C17F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43"/>
        <w:gridCol w:w="2114"/>
      </w:tblGrid>
      <w:tr w:rsidR="0085747A" w:rsidRPr="00C17FCA" w14:paraId="58A9E7AE" w14:textId="77777777" w:rsidTr="00C17FCA">
        <w:tc>
          <w:tcPr>
            <w:tcW w:w="1963" w:type="dxa"/>
            <w:vAlign w:val="center"/>
          </w:tcPr>
          <w:p w14:paraId="03A2B7AA" w14:textId="77777777" w:rsidR="0085747A" w:rsidRPr="00C17FC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C17FCA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146C9E45" w14:textId="4D4A09EE" w:rsidR="0085747A" w:rsidRPr="00C17FC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17FC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C17FC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się </w:t>
            </w:r>
          </w:p>
          <w:p w14:paraId="260088AC" w14:textId="77777777" w:rsidR="0085747A" w:rsidRPr="00C17FC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C17FC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C17FC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4" w:type="dxa"/>
            <w:vAlign w:val="center"/>
          </w:tcPr>
          <w:p w14:paraId="7D87EC86" w14:textId="77777777" w:rsidR="00923D7D" w:rsidRPr="00C17F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C17FCA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6289B9CD" w14:textId="77777777" w:rsidR="0085747A" w:rsidRPr="00C17F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C17FCA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C17FCA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C17FCA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85747A" w:rsidRPr="00C17FCA" w14:paraId="138CA66B" w14:textId="77777777" w:rsidTr="00C17FCA">
        <w:tc>
          <w:tcPr>
            <w:tcW w:w="1963" w:type="dxa"/>
          </w:tcPr>
          <w:p w14:paraId="0929E1DF" w14:textId="28B2CC51" w:rsidR="0085747A" w:rsidRPr="00C17F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C17FCA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C17FCA">
              <w:rPr>
                <w:rFonts w:ascii="Corbel" w:hAnsi="Corbel"/>
                <w:b w:val="0"/>
                <w:sz w:val="22"/>
              </w:rPr>
              <w:t xml:space="preserve">_ 01 </w:t>
            </w:r>
            <w:r w:rsidR="00DA7731" w:rsidRPr="00C17FCA">
              <w:rPr>
                <w:rFonts w:ascii="Corbel" w:hAnsi="Corbel"/>
                <w:b w:val="0"/>
                <w:sz w:val="22"/>
              </w:rPr>
              <w:t>-07</w:t>
            </w:r>
          </w:p>
        </w:tc>
        <w:tc>
          <w:tcPr>
            <w:tcW w:w="5443" w:type="dxa"/>
          </w:tcPr>
          <w:p w14:paraId="26CACB74" w14:textId="362A3C89" w:rsidR="0085747A" w:rsidRPr="00C17FCA" w:rsidRDefault="00DA7731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17FCA">
              <w:rPr>
                <w:rFonts w:ascii="Corbel" w:hAnsi="Corbel"/>
                <w:b w:val="0"/>
                <w:sz w:val="22"/>
              </w:rPr>
              <w:t>egzamin pisemny, zaliczenie pisemne</w:t>
            </w:r>
          </w:p>
        </w:tc>
        <w:tc>
          <w:tcPr>
            <w:tcW w:w="2114" w:type="dxa"/>
          </w:tcPr>
          <w:p w14:paraId="4CEBF7C2" w14:textId="6F27B63B" w:rsidR="0085747A" w:rsidRPr="00C17FCA" w:rsidRDefault="00DA7731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C17FCA">
              <w:rPr>
                <w:rFonts w:ascii="Corbel" w:hAnsi="Corbel"/>
                <w:b w:val="0"/>
                <w:sz w:val="22"/>
              </w:rPr>
              <w:t>W, Ćw.</w:t>
            </w:r>
          </w:p>
        </w:tc>
      </w:tr>
    </w:tbl>
    <w:p w14:paraId="26B5341E" w14:textId="77777777" w:rsidR="00923D7D" w:rsidRPr="00C17FC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109D2D4E" w14:textId="77777777" w:rsidR="0085747A" w:rsidRPr="00C17FC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C17FCA">
        <w:rPr>
          <w:rFonts w:ascii="Corbel" w:hAnsi="Corbel"/>
          <w:smallCaps w:val="0"/>
          <w:sz w:val="22"/>
        </w:rPr>
        <w:t xml:space="preserve">4.2 </w:t>
      </w:r>
      <w:r w:rsidR="0085747A" w:rsidRPr="00C17FCA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C17FCA">
        <w:rPr>
          <w:rFonts w:ascii="Corbel" w:hAnsi="Corbel"/>
          <w:smallCaps w:val="0"/>
          <w:sz w:val="22"/>
        </w:rPr>
        <w:t xml:space="preserve"> </w:t>
      </w:r>
    </w:p>
    <w:p w14:paraId="78DFCAF8" w14:textId="77777777" w:rsidR="00923D7D" w:rsidRPr="00C17FC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17FCA" w14:paraId="28FA8F25" w14:textId="77777777" w:rsidTr="00923D7D">
        <w:tc>
          <w:tcPr>
            <w:tcW w:w="9670" w:type="dxa"/>
          </w:tcPr>
          <w:p w14:paraId="20B40432" w14:textId="1C056B5F" w:rsidR="004772C5" w:rsidRPr="00C17FCA" w:rsidRDefault="00E662E0" w:rsidP="00DA7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 w:rsidRPr="00C17FCA">
              <w:rPr>
                <w:rFonts w:ascii="Corbel" w:eastAsia="Times New Roman" w:hAnsi="Corbel"/>
                <w:lang w:eastAsia="pl-PL"/>
              </w:rPr>
              <w:t xml:space="preserve">Egzamin pisemny w formie testu jednokrotnego </w:t>
            </w:r>
            <w:r w:rsidR="00006369" w:rsidRPr="00C17FCA">
              <w:rPr>
                <w:rFonts w:ascii="Corbel" w:eastAsia="Times New Roman" w:hAnsi="Corbel"/>
                <w:lang w:eastAsia="pl-PL"/>
              </w:rPr>
              <w:t xml:space="preserve">wyboru (część pytań o charakterze </w:t>
            </w:r>
            <w:proofErr w:type="spellStart"/>
            <w:r w:rsidR="00006369" w:rsidRPr="00C17FCA">
              <w:rPr>
                <w:rFonts w:ascii="Corbel" w:eastAsia="Times New Roman" w:hAnsi="Corbel"/>
                <w:lang w:eastAsia="pl-PL"/>
              </w:rPr>
              <w:t>kazusowym</w:t>
            </w:r>
            <w:proofErr w:type="spellEnd"/>
            <w:r w:rsidR="00006369" w:rsidRPr="00C17FCA">
              <w:rPr>
                <w:rFonts w:ascii="Corbel" w:eastAsia="Times New Roman" w:hAnsi="Corbel"/>
                <w:lang w:eastAsia="pl-PL"/>
              </w:rPr>
              <w:t xml:space="preserve">) </w:t>
            </w:r>
            <w:r w:rsidRPr="00C17FCA">
              <w:rPr>
                <w:rFonts w:ascii="Corbel" w:eastAsia="Times New Roman" w:hAnsi="Corbel"/>
                <w:lang w:eastAsia="pl-PL"/>
              </w:rPr>
              <w:t>weryfikujący osiągnięcie efektów kształcenia EK_01-07 obejmujący co najmniej 25 pytań</w:t>
            </w:r>
            <w:r w:rsidR="00006369" w:rsidRPr="00C17FCA">
              <w:rPr>
                <w:rFonts w:ascii="Corbel" w:eastAsia="Times New Roman" w:hAnsi="Corbel"/>
                <w:lang w:eastAsia="pl-PL"/>
              </w:rPr>
              <w:t xml:space="preserve">. </w:t>
            </w:r>
            <w:r w:rsidRPr="00C17FCA">
              <w:rPr>
                <w:rFonts w:ascii="Corbel" w:eastAsia="Times New Roman" w:hAnsi="Corbel"/>
                <w:lang w:eastAsia="pl-PL"/>
              </w:rPr>
              <w:t>Do zaliczenia egzaminu należy uzyskać powyżej 50 % punktów</w:t>
            </w:r>
            <w:r w:rsidR="00BD3F36" w:rsidRPr="00C17FCA">
              <w:rPr>
                <w:rFonts w:ascii="Corbel" w:eastAsia="Times New Roman" w:hAnsi="Corbel"/>
                <w:lang w:eastAsia="pl-PL"/>
              </w:rPr>
              <w:t>.</w:t>
            </w:r>
            <w:r w:rsidR="00006369" w:rsidRPr="00C17FCA">
              <w:rPr>
                <w:rFonts w:ascii="Corbel" w:eastAsia="Times New Roman" w:hAnsi="Corbel"/>
                <w:lang w:eastAsia="pl-PL"/>
              </w:rPr>
              <w:t xml:space="preserve"> Warunkiem dopuszczenia do egzaminu jest zaliczenie ćwiczeń.</w:t>
            </w:r>
          </w:p>
          <w:p w14:paraId="6C49A0EC" w14:textId="5425A994" w:rsidR="00DA7731" w:rsidRPr="00C17FCA" w:rsidRDefault="00DA7731" w:rsidP="00DA7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 w:rsidRPr="00C17FCA">
              <w:rPr>
                <w:rFonts w:ascii="Corbel" w:eastAsia="Times New Roman" w:hAnsi="Corbel"/>
                <w:lang w:eastAsia="pl-PL"/>
              </w:rPr>
              <w:t xml:space="preserve">Zaliczenie ćwiczeń składa się z części: pisemnej, obejmującej test jednokrotnego wyboru, pytania o charakterze </w:t>
            </w:r>
            <w:proofErr w:type="spellStart"/>
            <w:r w:rsidRPr="00C17FCA">
              <w:rPr>
                <w:rFonts w:ascii="Corbel" w:eastAsia="Times New Roman" w:hAnsi="Corbel"/>
                <w:lang w:eastAsia="pl-PL"/>
              </w:rPr>
              <w:t>kazusowym</w:t>
            </w:r>
            <w:proofErr w:type="spellEnd"/>
            <w:r w:rsidRPr="00C17FCA">
              <w:rPr>
                <w:rFonts w:ascii="Corbel" w:eastAsia="Times New Roman" w:hAnsi="Corbel"/>
                <w:lang w:eastAsia="pl-PL"/>
              </w:rPr>
              <w:t>. Do zaliczenia ćwiczeń należy uzyskać powyżej 50 % punktów.</w:t>
            </w:r>
            <w:r w:rsidR="00D20262" w:rsidRPr="00C17FCA">
              <w:rPr>
                <w:rFonts w:ascii="Corbel" w:eastAsia="Times New Roman" w:hAnsi="Corbel"/>
                <w:lang w:eastAsia="pl-PL"/>
              </w:rPr>
              <w:t xml:space="preserve"> Dopuszcza się podniesienie oceny końcowej z ćwiczeń na podstawie aktywności studenta.</w:t>
            </w:r>
          </w:p>
          <w:p w14:paraId="5FAF63EF" w14:textId="77777777" w:rsidR="00DA7731" w:rsidRPr="00C17FCA" w:rsidRDefault="00DA7731" w:rsidP="00DA77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C17FCA">
              <w:rPr>
                <w:rFonts w:ascii="Corbel" w:eastAsia="Times New Roman" w:hAnsi="Corbel"/>
                <w:b w:val="0"/>
                <w:smallCaps w:val="0"/>
                <w:color w:val="000000"/>
                <w:sz w:val="22"/>
                <w:lang w:eastAsia="pl-PL"/>
              </w:rPr>
              <w:t>Kryteria oceny: kompletność odpowiedzi, poprawna terminologia, aktualny stan prawny.</w:t>
            </w:r>
          </w:p>
          <w:p w14:paraId="4CD881DB" w14:textId="77777777" w:rsidR="0085747A" w:rsidRPr="00C17F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2F523717" w14:textId="77777777" w:rsidR="0085747A" w:rsidRPr="00C17F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0182D20" w14:textId="746AA6C8" w:rsidR="009F4610" w:rsidRPr="00C17FCA" w:rsidRDefault="00C17FC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br w:type="column"/>
      </w:r>
      <w:r w:rsidR="0085747A" w:rsidRPr="00C17FCA">
        <w:rPr>
          <w:rFonts w:ascii="Corbel" w:hAnsi="Corbel"/>
          <w:b/>
        </w:rPr>
        <w:lastRenderedPageBreak/>
        <w:t xml:space="preserve">5. </w:t>
      </w:r>
      <w:r w:rsidR="00C61DC5" w:rsidRPr="00C17FCA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3A87C7D8" w14:textId="77777777" w:rsidR="0085747A" w:rsidRPr="00C17F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C17FCA" w14:paraId="2771F092" w14:textId="77777777" w:rsidTr="003E1941">
        <w:tc>
          <w:tcPr>
            <w:tcW w:w="4962" w:type="dxa"/>
            <w:vAlign w:val="center"/>
          </w:tcPr>
          <w:p w14:paraId="060A6B30" w14:textId="77777777" w:rsidR="0085747A" w:rsidRPr="00C17F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C17FCA">
              <w:rPr>
                <w:rFonts w:ascii="Corbel" w:hAnsi="Corbel"/>
                <w:b/>
              </w:rPr>
              <w:t>Forma a</w:t>
            </w:r>
            <w:r w:rsidR="0085747A" w:rsidRPr="00C17FCA">
              <w:rPr>
                <w:rFonts w:ascii="Corbel" w:hAnsi="Corbel"/>
                <w:b/>
              </w:rPr>
              <w:t>ktywnoś</w:t>
            </w:r>
            <w:r w:rsidRPr="00C17FCA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58BEB6A6" w14:textId="77777777" w:rsidR="0085747A" w:rsidRPr="00C17F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C17FCA">
              <w:rPr>
                <w:rFonts w:ascii="Corbel" w:hAnsi="Corbel"/>
                <w:b/>
              </w:rPr>
              <w:t>Średnia l</w:t>
            </w:r>
            <w:r w:rsidR="0085747A" w:rsidRPr="00C17FCA">
              <w:rPr>
                <w:rFonts w:ascii="Corbel" w:hAnsi="Corbel"/>
                <w:b/>
              </w:rPr>
              <w:t>iczba godzin</w:t>
            </w:r>
            <w:r w:rsidR="0071620A" w:rsidRPr="00C17FCA">
              <w:rPr>
                <w:rFonts w:ascii="Corbel" w:hAnsi="Corbel"/>
                <w:b/>
              </w:rPr>
              <w:t xml:space="preserve"> </w:t>
            </w:r>
            <w:r w:rsidRPr="00C17FCA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C17FCA" w14:paraId="21F07E6D" w14:textId="77777777" w:rsidTr="00923D7D">
        <w:tc>
          <w:tcPr>
            <w:tcW w:w="4962" w:type="dxa"/>
          </w:tcPr>
          <w:p w14:paraId="5926EAF4" w14:textId="36395FED" w:rsidR="0085747A" w:rsidRPr="00C17FC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17FCA">
              <w:rPr>
                <w:rFonts w:ascii="Corbel" w:hAnsi="Corbel"/>
              </w:rPr>
              <w:t>G</w:t>
            </w:r>
            <w:r w:rsidR="0085747A" w:rsidRPr="00C17FCA">
              <w:rPr>
                <w:rFonts w:ascii="Corbel" w:hAnsi="Corbel"/>
              </w:rPr>
              <w:t xml:space="preserve">odziny </w:t>
            </w:r>
            <w:r w:rsidRPr="00C17FCA">
              <w:rPr>
                <w:rFonts w:ascii="Corbel" w:hAnsi="Corbel"/>
              </w:rPr>
              <w:t>kontaktowe</w:t>
            </w:r>
            <w:r w:rsidR="0085747A" w:rsidRPr="00C17FCA">
              <w:rPr>
                <w:rFonts w:ascii="Corbel" w:hAnsi="Corbel"/>
              </w:rPr>
              <w:t xml:space="preserve"> w</w:t>
            </w:r>
            <w:r w:rsidRPr="00C17FCA">
              <w:rPr>
                <w:rFonts w:ascii="Corbel" w:hAnsi="Corbel"/>
              </w:rPr>
              <w:t>ynikające</w:t>
            </w:r>
            <w:r w:rsidR="0085747A" w:rsidRPr="00C17FCA">
              <w:rPr>
                <w:rFonts w:ascii="Corbel" w:hAnsi="Corbel"/>
              </w:rPr>
              <w:t xml:space="preserve"> </w:t>
            </w:r>
            <w:r w:rsidR="00C17FCA">
              <w:rPr>
                <w:rFonts w:ascii="Corbel" w:hAnsi="Corbel"/>
              </w:rPr>
              <w:t xml:space="preserve">z </w:t>
            </w:r>
            <w:r w:rsidR="00006369" w:rsidRPr="00C17FCA">
              <w:rPr>
                <w:rFonts w:ascii="Corbel" w:hAnsi="Corbel"/>
              </w:rPr>
              <w:t>harmonogramu</w:t>
            </w:r>
            <w:r w:rsidR="0085747A" w:rsidRPr="00C17FCA">
              <w:rPr>
                <w:rFonts w:ascii="Corbel" w:hAnsi="Corbel"/>
              </w:rPr>
              <w:t xml:space="preserve"> </w:t>
            </w:r>
            <w:r w:rsidRPr="00C17FCA">
              <w:rPr>
                <w:rFonts w:ascii="Corbel" w:hAnsi="Corbel"/>
              </w:rPr>
              <w:t>studiów</w:t>
            </w:r>
          </w:p>
        </w:tc>
        <w:tc>
          <w:tcPr>
            <w:tcW w:w="4677" w:type="dxa"/>
          </w:tcPr>
          <w:p w14:paraId="4C9C636A" w14:textId="77777777" w:rsidR="006A7857" w:rsidRPr="00C17FCA" w:rsidRDefault="006A7857" w:rsidP="006A785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C17FCA">
              <w:rPr>
                <w:rFonts w:ascii="Corbel" w:hAnsi="Corbel"/>
              </w:rPr>
              <w:t>Wykład – 15 godz.</w:t>
            </w:r>
          </w:p>
          <w:p w14:paraId="45106B48" w14:textId="1CE4A4C4" w:rsidR="0085747A" w:rsidRPr="00C17FCA" w:rsidRDefault="006A7857" w:rsidP="006A785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17FCA">
              <w:rPr>
                <w:rFonts w:ascii="Corbel" w:hAnsi="Corbel"/>
              </w:rPr>
              <w:t>Ćwiczenia – 15 godz.</w:t>
            </w:r>
          </w:p>
        </w:tc>
      </w:tr>
      <w:tr w:rsidR="00C61DC5" w:rsidRPr="00C17FCA" w14:paraId="4D708872" w14:textId="77777777" w:rsidTr="00923D7D">
        <w:tc>
          <w:tcPr>
            <w:tcW w:w="4962" w:type="dxa"/>
          </w:tcPr>
          <w:p w14:paraId="222EEA33" w14:textId="77777777" w:rsidR="00C61DC5" w:rsidRPr="00C17FC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17FCA">
              <w:rPr>
                <w:rFonts w:ascii="Corbel" w:hAnsi="Corbel"/>
              </w:rPr>
              <w:t>Inne z udziałem nauczyciela</w:t>
            </w:r>
          </w:p>
          <w:p w14:paraId="7CDB6EC1" w14:textId="77777777" w:rsidR="00C61DC5" w:rsidRPr="00C17FC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17FCA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79083395" w14:textId="77777777" w:rsidR="00C61DC5" w:rsidRPr="00C17FCA" w:rsidRDefault="006A78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17FCA">
              <w:rPr>
                <w:rFonts w:ascii="Corbel" w:hAnsi="Corbel"/>
              </w:rPr>
              <w:t>Udział w konsultacjach 2 godz.</w:t>
            </w:r>
          </w:p>
          <w:p w14:paraId="4F188E5F" w14:textId="77777777" w:rsidR="006A7857" w:rsidRPr="00C17FCA" w:rsidRDefault="006A78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17FCA">
              <w:rPr>
                <w:rFonts w:ascii="Corbel" w:hAnsi="Corbel"/>
              </w:rPr>
              <w:t>Udział w egzaminie 30 min</w:t>
            </w:r>
          </w:p>
          <w:p w14:paraId="0934E637" w14:textId="12251A3B" w:rsidR="006A7857" w:rsidRPr="00C17FCA" w:rsidRDefault="006A78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17FCA">
              <w:rPr>
                <w:rFonts w:ascii="Corbel" w:hAnsi="Corbel"/>
              </w:rPr>
              <w:t>Udział w zaliczeniu ćwiczeń 30 min.</w:t>
            </w:r>
          </w:p>
        </w:tc>
      </w:tr>
      <w:tr w:rsidR="00C61DC5" w:rsidRPr="00C17FCA" w14:paraId="58FC445E" w14:textId="77777777" w:rsidTr="00923D7D">
        <w:tc>
          <w:tcPr>
            <w:tcW w:w="4962" w:type="dxa"/>
          </w:tcPr>
          <w:p w14:paraId="712F6DA7" w14:textId="77777777" w:rsidR="0071620A" w:rsidRPr="00C17FC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17FCA">
              <w:rPr>
                <w:rFonts w:ascii="Corbel" w:hAnsi="Corbel"/>
              </w:rPr>
              <w:t>Godziny niekontaktowe – praca własna studenta</w:t>
            </w:r>
          </w:p>
          <w:p w14:paraId="438EA39E" w14:textId="77777777" w:rsidR="00C61DC5" w:rsidRPr="00C17FC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17FCA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297315F" w14:textId="538AA582" w:rsidR="00C61DC5" w:rsidRPr="00C17FCA" w:rsidRDefault="006A7857" w:rsidP="006A785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17FCA">
              <w:rPr>
                <w:rFonts w:ascii="Corbel" w:hAnsi="Corbel"/>
              </w:rPr>
              <w:t>przygotowanie do ćwiczeń – 9 godz.</w:t>
            </w:r>
          </w:p>
          <w:p w14:paraId="5182568A" w14:textId="553AB136" w:rsidR="006A7857" w:rsidRPr="00C17FCA" w:rsidRDefault="006A7857" w:rsidP="006A785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17FCA">
              <w:rPr>
                <w:rFonts w:ascii="Corbel" w:hAnsi="Corbel"/>
              </w:rPr>
              <w:t>przygotowanie do egzaminu – 15 godz.</w:t>
            </w:r>
          </w:p>
          <w:p w14:paraId="6FEA1FD7" w14:textId="52F5F661" w:rsidR="006A7857" w:rsidRPr="00C17FCA" w:rsidRDefault="006A7857" w:rsidP="006A785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17FCA">
              <w:rPr>
                <w:rFonts w:ascii="Corbel" w:hAnsi="Corbel"/>
              </w:rPr>
              <w:t xml:space="preserve">Przygotowanie do wykładu – 3 godz. </w:t>
            </w:r>
          </w:p>
          <w:p w14:paraId="5227B94B" w14:textId="0CF5EC99" w:rsidR="006A7857" w:rsidRPr="00C17FCA" w:rsidRDefault="006A7857" w:rsidP="006A785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  <w:tr w:rsidR="0085747A" w:rsidRPr="00C17FCA" w14:paraId="18F9A326" w14:textId="77777777" w:rsidTr="00923D7D">
        <w:tc>
          <w:tcPr>
            <w:tcW w:w="4962" w:type="dxa"/>
          </w:tcPr>
          <w:p w14:paraId="60D7A6FC" w14:textId="77777777" w:rsidR="0085747A" w:rsidRPr="00C17FC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17FC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4C2DED69" w14:textId="11D685D3" w:rsidR="0085747A" w:rsidRPr="00C17FCA" w:rsidRDefault="006A78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17FCA">
              <w:rPr>
                <w:rFonts w:ascii="Corbel" w:hAnsi="Corbel"/>
              </w:rPr>
              <w:t>60</w:t>
            </w:r>
          </w:p>
        </w:tc>
      </w:tr>
      <w:tr w:rsidR="0085747A" w:rsidRPr="00C17FCA" w14:paraId="645D067C" w14:textId="77777777" w:rsidTr="00923D7D">
        <w:tc>
          <w:tcPr>
            <w:tcW w:w="4962" w:type="dxa"/>
          </w:tcPr>
          <w:p w14:paraId="3BF49FA7" w14:textId="77777777" w:rsidR="0085747A" w:rsidRPr="00C17FC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C17FC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329DA202" w14:textId="3511BBF8" w:rsidR="0085747A" w:rsidRPr="00C17FCA" w:rsidRDefault="004772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17FCA">
              <w:rPr>
                <w:rFonts w:ascii="Corbel" w:hAnsi="Corbel"/>
              </w:rPr>
              <w:t>2</w:t>
            </w:r>
          </w:p>
        </w:tc>
      </w:tr>
    </w:tbl>
    <w:p w14:paraId="5FCEA221" w14:textId="77777777" w:rsidR="0085747A" w:rsidRPr="00C17FC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C17FCA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C17FCA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152EB916" w14:textId="77777777" w:rsidR="003E1941" w:rsidRPr="00C17FC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C7F4674" w14:textId="3A8D3999" w:rsidR="0085747A" w:rsidRPr="00C17FCA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C17FCA">
        <w:rPr>
          <w:rFonts w:ascii="Corbel" w:hAnsi="Corbel"/>
          <w:smallCaps w:val="0"/>
          <w:sz w:val="22"/>
        </w:rPr>
        <w:t xml:space="preserve">6. </w:t>
      </w:r>
      <w:r w:rsidR="0085747A" w:rsidRPr="00C17FCA">
        <w:rPr>
          <w:rFonts w:ascii="Corbel" w:hAnsi="Corbel"/>
          <w:smallCaps w:val="0"/>
          <w:sz w:val="22"/>
        </w:rPr>
        <w:t>PRAKTYKI ZAWODOWE W RAMACH PRZEDMIOTU</w:t>
      </w:r>
      <w:r w:rsidRPr="00C17FCA">
        <w:rPr>
          <w:rFonts w:ascii="Corbel" w:hAnsi="Corbel"/>
          <w:smallCaps w:val="0"/>
          <w:sz w:val="22"/>
        </w:rPr>
        <w:t xml:space="preserve"> </w:t>
      </w:r>
    </w:p>
    <w:p w14:paraId="79BE9239" w14:textId="77777777" w:rsidR="0085747A" w:rsidRPr="00C17FC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2126"/>
      </w:tblGrid>
      <w:tr w:rsidR="0085747A" w:rsidRPr="00C17FCA" w14:paraId="74173518" w14:textId="77777777" w:rsidTr="00C17FCA">
        <w:trPr>
          <w:trHeight w:val="397"/>
        </w:trPr>
        <w:tc>
          <w:tcPr>
            <w:tcW w:w="3715" w:type="dxa"/>
          </w:tcPr>
          <w:p w14:paraId="1EFC9CDB" w14:textId="77777777" w:rsidR="0085747A" w:rsidRPr="00C17F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17FCA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2126" w:type="dxa"/>
          </w:tcPr>
          <w:p w14:paraId="5C1A32AE" w14:textId="1141F554" w:rsidR="0085747A" w:rsidRPr="00C17FCA" w:rsidRDefault="00C1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C17FCA" w14:paraId="6AE65808" w14:textId="77777777" w:rsidTr="00C17FCA">
        <w:trPr>
          <w:trHeight w:val="397"/>
        </w:trPr>
        <w:tc>
          <w:tcPr>
            <w:tcW w:w="3715" w:type="dxa"/>
          </w:tcPr>
          <w:p w14:paraId="395CCB89" w14:textId="77777777" w:rsidR="0085747A" w:rsidRPr="00C17F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17FCA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2126" w:type="dxa"/>
          </w:tcPr>
          <w:p w14:paraId="37F91D50" w14:textId="26D9F6B9" w:rsidR="0085747A" w:rsidRPr="00C17FCA" w:rsidRDefault="00C1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</w:tbl>
    <w:p w14:paraId="21CC202C" w14:textId="77777777" w:rsidR="003E1941" w:rsidRPr="00C17FC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2EFAF5CD" w14:textId="77777777" w:rsidR="0085747A" w:rsidRPr="00C17FCA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C17FCA">
        <w:rPr>
          <w:rFonts w:ascii="Corbel" w:hAnsi="Corbel"/>
          <w:smallCaps w:val="0"/>
          <w:sz w:val="22"/>
        </w:rPr>
        <w:t xml:space="preserve">7. </w:t>
      </w:r>
      <w:r w:rsidR="0085747A" w:rsidRPr="00C17FCA">
        <w:rPr>
          <w:rFonts w:ascii="Corbel" w:hAnsi="Corbel"/>
          <w:smallCaps w:val="0"/>
          <w:sz w:val="22"/>
        </w:rPr>
        <w:t>LITERATURA</w:t>
      </w:r>
      <w:r w:rsidRPr="00C17FCA">
        <w:rPr>
          <w:rFonts w:ascii="Corbel" w:hAnsi="Corbel"/>
          <w:smallCaps w:val="0"/>
          <w:sz w:val="22"/>
        </w:rPr>
        <w:t xml:space="preserve"> </w:t>
      </w:r>
    </w:p>
    <w:p w14:paraId="6CB48DB1" w14:textId="77777777" w:rsidR="00675843" w:rsidRPr="00C17FCA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17FCA" w14:paraId="2A6D40F7" w14:textId="77777777" w:rsidTr="009A60B5">
        <w:trPr>
          <w:trHeight w:val="397"/>
        </w:trPr>
        <w:tc>
          <w:tcPr>
            <w:tcW w:w="9639" w:type="dxa"/>
          </w:tcPr>
          <w:p w14:paraId="2965AE08" w14:textId="3B694659" w:rsidR="006A7857" w:rsidRDefault="0085747A" w:rsidP="006A7857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C17FCA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14:paraId="50BC9F4B" w14:textId="77777777" w:rsidR="00C17FCA" w:rsidRPr="00C17FCA" w:rsidRDefault="00C17FCA" w:rsidP="006A7857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 w:val="22"/>
              </w:rPr>
            </w:pPr>
          </w:p>
          <w:p w14:paraId="3CD22D77" w14:textId="7FA0CF42" w:rsidR="006A7857" w:rsidRPr="00C17FCA" w:rsidRDefault="006A7857" w:rsidP="006A7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alibri"/>
                <w:bCs/>
                <w:lang w:eastAsia="pl-PL"/>
              </w:rPr>
            </w:pPr>
            <w:r w:rsidRPr="00C17FCA">
              <w:rPr>
                <w:rFonts w:ascii="Corbel" w:eastAsia="Times New Roman" w:hAnsi="Corbel" w:cs="Calibri"/>
                <w:bCs/>
                <w:lang w:eastAsia="pl-PL"/>
              </w:rPr>
              <w:t>V. Konarska</w:t>
            </w:r>
            <w:r w:rsidR="00C17FCA">
              <w:rPr>
                <w:rFonts w:ascii="Corbel" w:eastAsia="Times New Roman" w:hAnsi="Corbel" w:cs="Calibri"/>
                <w:bCs/>
                <w:lang w:eastAsia="pl-PL"/>
              </w:rPr>
              <w:t xml:space="preserve"> </w:t>
            </w:r>
            <w:r w:rsidRPr="00C17FCA">
              <w:rPr>
                <w:rFonts w:ascii="Corbel" w:eastAsia="Times New Roman" w:hAnsi="Corbel" w:cs="Calibri"/>
                <w:bCs/>
                <w:lang w:eastAsia="pl-PL"/>
              </w:rPr>
              <w:t xml:space="preserve">- </w:t>
            </w:r>
            <w:proofErr w:type="spellStart"/>
            <w:r w:rsidRPr="00C17FCA">
              <w:rPr>
                <w:rFonts w:ascii="Corbel" w:eastAsia="Times New Roman" w:hAnsi="Corbel" w:cs="Calibri"/>
                <w:bCs/>
                <w:lang w:eastAsia="pl-PL"/>
              </w:rPr>
              <w:t>Wrzosek</w:t>
            </w:r>
            <w:proofErr w:type="spellEnd"/>
            <w:r w:rsidRPr="00C17FCA">
              <w:rPr>
                <w:rFonts w:ascii="Corbel" w:eastAsia="Times New Roman" w:hAnsi="Corbel" w:cs="Calibri"/>
                <w:bCs/>
                <w:lang w:eastAsia="pl-PL"/>
              </w:rPr>
              <w:t>, A. Marek, T. Oczkowski, Podstawy prawa karnego i prawa wykroczeń, Toruń 201</w:t>
            </w:r>
            <w:r w:rsidR="00B42C64" w:rsidRPr="00C17FCA">
              <w:rPr>
                <w:rFonts w:ascii="Corbel" w:eastAsia="Times New Roman" w:hAnsi="Corbel" w:cs="Calibri"/>
                <w:bCs/>
                <w:lang w:eastAsia="pl-PL"/>
              </w:rPr>
              <w:t>2</w:t>
            </w:r>
          </w:p>
          <w:p w14:paraId="65AC9F6F" w14:textId="4EB2C62B" w:rsidR="00C17FCA" w:rsidRPr="00C17FCA" w:rsidRDefault="006A7857" w:rsidP="00C6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alibri"/>
                <w:bCs/>
                <w:lang w:eastAsia="pl-PL"/>
              </w:rPr>
            </w:pPr>
            <w:r w:rsidRPr="00C17FCA">
              <w:rPr>
                <w:rFonts w:ascii="Corbel" w:eastAsia="Times New Roman" w:hAnsi="Corbel" w:cs="Calibri"/>
                <w:bCs/>
                <w:lang w:eastAsia="pl-PL"/>
              </w:rPr>
              <w:t>L. Gardocki, Prawo karne, CH Beck 201</w:t>
            </w:r>
            <w:r w:rsidR="00B42C64" w:rsidRPr="00C17FCA">
              <w:rPr>
                <w:rFonts w:ascii="Corbel" w:eastAsia="Times New Roman" w:hAnsi="Corbel" w:cs="Calibri"/>
                <w:bCs/>
                <w:lang w:eastAsia="pl-PL"/>
              </w:rPr>
              <w:t>9</w:t>
            </w:r>
          </w:p>
        </w:tc>
      </w:tr>
      <w:tr w:rsidR="0085747A" w:rsidRPr="00C17FCA" w14:paraId="162D143B" w14:textId="77777777" w:rsidTr="009A60B5">
        <w:trPr>
          <w:trHeight w:val="397"/>
        </w:trPr>
        <w:tc>
          <w:tcPr>
            <w:tcW w:w="9639" w:type="dxa"/>
          </w:tcPr>
          <w:p w14:paraId="68983E99" w14:textId="6F37EDB7" w:rsidR="006A7857" w:rsidRDefault="006A7857" w:rsidP="006A7857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C17FCA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14:paraId="4FA76DC8" w14:textId="77777777" w:rsidR="00C17FCA" w:rsidRPr="00C17FCA" w:rsidRDefault="00C17FCA" w:rsidP="006A7857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</w:p>
          <w:p w14:paraId="0F312BAF" w14:textId="542BB778" w:rsidR="006A7857" w:rsidRPr="00C17FCA" w:rsidRDefault="00006369" w:rsidP="006A7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alibri"/>
                <w:bCs/>
                <w:lang w:eastAsia="pl-PL"/>
              </w:rPr>
            </w:pPr>
            <w:r w:rsidRPr="00C17FCA">
              <w:rPr>
                <w:rFonts w:ascii="Corbel" w:eastAsia="Times New Roman" w:hAnsi="Corbel" w:cs="Calibri"/>
                <w:bCs/>
                <w:lang w:eastAsia="pl-PL"/>
              </w:rPr>
              <w:t>V. Konarska</w:t>
            </w:r>
            <w:r w:rsidR="00C17FCA">
              <w:rPr>
                <w:rFonts w:ascii="Corbel" w:eastAsia="Times New Roman" w:hAnsi="Corbel" w:cs="Calibri"/>
                <w:bCs/>
                <w:lang w:eastAsia="pl-PL"/>
              </w:rPr>
              <w:t xml:space="preserve"> </w:t>
            </w:r>
            <w:r w:rsidRPr="00C17FCA">
              <w:rPr>
                <w:rFonts w:ascii="Corbel" w:eastAsia="Times New Roman" w:hAnsi="Corbel" w:cs="Calibri"/>
                <w:bCs/>
                <w:lang w:eastAsia="pl-PL"/>
              </w:rPr>
              <w:t>-</w:t>
            </w:r>
            <w:r w:rsidR="00C17FCA">
              <w:rPr>
                <w:rFonts w:ascii="Corbel" w:eastAsia="Times New Roman" w:hAnsi="Corbel" w:cs="Calibri"/>
                <w:bCs/>
                <w:lang w:eastAsia="pl-PL"/>
              </w:rPr>
              <w:t xml:space="preserve"> </w:t>
            </w:r>
            <w:proofErr w:type="spellStart"/>
            <w:r w:rsidRPr="00C17FCA">
              <w:rPr>
                <w:rFonts w:ascii="Corbel" w:eastAsia="Times New Roman" w:hAnsi="Corbel" w:cs="Calibri"/>
                <w:bCs/>
                <w:lang w:eastAsia="pl-PL"/>
              </w:rPr>
              <w:t>Wrzosek</w:t>
            </w:r>
            <w:proofErr w:type="spellEnd"/>
            <w:r w:rsidRPr="00C17FCA">
              <w:rPr>
                <w:rFonts w:ascii="Corbel" w:eastAsia="Times New Roman" w:hAnsi="Corbel" w:cs="Calibri"/>
                <w:bCs/>
                <w:lang w:eastAsia="pl-PL"/>
              </w:rPr>
              <w:t xml:space="preserve">, </w:t>
            </w:r>
            <w:r w:rsidR="006A7857" w:rsidRPr="00C17FCA">
              <w:rPr>
                <w:rFonts w:ascii="Corbel" w:eastAsia="Times New Roman" w:hAnsi="Corbel" w:cs="Calibri"/>
                <w:bCs/>
                <w:lang w:eastAsia="pl-PL"/>
              </w:rPr>
              <w:t>A. Marek, Prawo karne, Wydawnictwo C.</w:t>
            </w:r>
            <w:r w:rsidR="00C17FCA">
              <w:rPr>
                <w:rFonts w:ascii="Corbel" w:eastAsia="Times New Roman" w:hAnsi="Corbel" w:cs="Calibri"/>
                <w:bCs/>
                <w:lang w:eastAsia="pl-PL"/>
              </w:rPr>
              <w:t xml:space="preserve"> </w:t>
            </w:r>
            <w:r w:rsidR="006A7857" w:rsidRPr="00C17FCA">
              <w:rPr>
                <w:rFonts w:ascii="Corbel" w:eastAsia="Times New Roman" w:hAnsi="Corbel" w:cs="Calibri"/>
                <w:bCs/>
                <w:lang w:eastAsia="pl-PL"/>
              </w:rPr>
              <w:t>H.</w:t>
            </w:r>
            <w:r w:rsidR="00C17FCA">
              <w:rPr>
                <w:rFonts w:ascii="Corbel" w:eastAsia="Times New Roman" w:hAnsi="Corbel" w:cs="Calibri"/>
                <w:bCs/>
                <w:lang w:eastAsia="pl-PL"/>
              </w:rPr>
              <w:t xml:space="preserve"> </w:t>
            </w:r>
            <w:r w:rsidR="006A7857" w:rsidRPr="00C17FCA">
              <w:rPr>
                <w:rFonts w:ascii="Corbel" w:eastAsia="Times New Roman" w:hAnsi="Corbel" w:cs="Calibri"/>
                <w:bCs/>
                <w:lang w:eastAsia="pl-PL"/>
              </w:rPr>
              <w:t>Beck 201</w:t>
            </w:r>
            <w:r w:rsidR="00BC6ABB" w:rsidRPr="00C17FCA">
              <w:rPr>
                <w:rFonts w:ascii="Corbel" w:eastAsia="Times New Roman" w:hAnsi="Corbel" w:cs="Calibri"/>
                <w:bCs/>
                <w:lang w:eastAsia="pl-PL"/>
              </w:rPr>
              <w:t>9</w:t>
            </w:r>
          </w:p>
          <w:p w14:paraId="6C6592A4" w14:textId="44019510" w:rsidR="006A7857" w:rsidRPr="00C17FCA" w:rsidRDefault="006A7857" w:rsidP="006A7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alibri"/>
                <w:bCs/>
                <w:lang w:eastAsia="pl-PL"/>
              </w:rPr>
            </w:pPr>
            <w:r w:rsidRPr="00C17FCA">
              <w:rPr>
                <w:rFonts w:ascii="Corbel" w:eastAsia="Times New Roman" w:hAnsi="Corbel" w:cs="Calibri"/>
                <w:bCs/>
                <w:lang w:eastAsia="pl-PL"/>
              </w:rPr>
              <w:t xml:space="preserve">A. Marek, </w:t>
            </w:r>
            <w:r w:rsidR="00BC6ABB" w:rsidRPr="00C17FCA">
              <w:rPr>
                <w:rFonts w:ascii="Corbel" w:eastAsia="Times New Roman" w:hAnsi="Corbel" w:cs="Calibri"/>
                <w:bCs/>
                <w:lang w:eastAsia="pl-PL"/>
              </w:rPr>
              <w:t xml:space="preserve">A. Marek-Ossowska, </w:t>
            </w:r>
            <w:r w:rsidRPr="00C17FCA">
              <w:rPr>
                <w:rFonts w:ascii="Corbel" w:eastAsia="Times New Roman" w:hAnsi="Corbel" w:cs="Calibri"/>
                <w:bCs/>
                <w:lang w:eastAsia="pl-PL"/>
              </w:rPr>
              <w:t>Prawo wykrocze</w:t>
            </w:r>
            <w:r w:rsidRPr="00C17FCA">
              <w:rPr>
                <w:rFonts w:ascii="Corbel" w:eastAsia="Times New Roman" w:hAnsi="Corbel" w:cs="Calibri"/>
                <w:lang w:eastAsia="pl-PL"/>
              </w:rPr>
              <w:t xml:space="preserve">ń </w:t>
            </w:r>
            <w:r w:rsidRPr="00C17FCA">
              <w:rPr>
                <w:rFonts w:ascii="Corbel" w:eastAsia="Times New Roman" w:hAnsi="Corbel" w:cs="Calibri"/>
                <w:bCs/>
                <w:lang w:eastAsia="pl-PL"/>
              </w:rPr>
              <w:t>(materialne i procesowe),Wydawnictwo C.H. Beck 20</w:t>
            </w:r>
            <w:r w:rsidR="00BC6ABB" w:rsidRPr="00C17FCA">
              <w:rPr>
                <w:rFonts w:ascii="Corbel" w:eastAsia="Times New Roman" w:hAnsi="Corbel" w:cs="Calibri"/>
                <w:bCs/>
                <w:lang w:eastAsia="pl-PL"/>
              </w:rPr>
              <w:t>19</w:t>
            </w:r>
          </w:p>
          <w:p w14:paraId="3C61FCD4" w14:textId="6ED81E6F" w:rsidR="006A7857" w:rsidRPr="00C17FCA" w:rsidRDefault="00C64FA7" w:rsidP="00C64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</w:rPr>
            </w:pPr>
            <w:r w:rsidRPr="00C17FCA">
              <w:rPr>
                <w:rFonts w:ascii="Corbel" w:eastAsia="Times New Roman" w:hAnsi="Corbel" w:cs="Calibri"/>
                <w:bCs/>
                <w:lang w:eastAsia="pl-PL"/>
              </w:rPr>
              <w:t>A. Barczak</w:t>
            </w:r>
            <w:r w:rsidR="00C17FCA">
              <w:rPr>
                <w:rFonts w:ascii="Corbel" w:eastAsia="Times New Roman" w:hAnsi="Corbel" w:cs="Calibri"/>
                <w:bCs/>
                <w:lang w:eastAsia="pl-PL"/>
              </w:rPr>
              <w:t xml:space="preserve"> </w:t>
            </w:r>
            <w:r w:rsidRPr="00C17FCA">
              <w:rPr>
                <w:rFonts w:ascii="Corbel" w:eastAsia="Times New Roman" w:hAnsi="Corbel" w:cs="Calibri"/>
                <w:bCs/>
                <w:lang w:eastAsia="pl-PL"/>
              </w:rPr>
              <w:t>-</w:t>
            </w:r>
            <w:r w:rsidR="00C17FCA">
              <w:rPr>
                <w:rFonts w:ascii="Corbel" w:eastAsia="Times New Roman" w:hAnsi="Corbel" w:cs="Calibri"/>
                <w:bCs/>
                <w:lang w:eastAsia="pl-PL"/>
              </w:rPr>
              <w:t xml:space="preserve"> </w:t>
            </w:r>
            <w:proofErr w:type="spellStart"/>
            <w:r w:rsidRPr="00C17FCA">
              <w:rPr>
                <w:rFonts w:ascii="Corbel" w:eastAsia="Times New Roman" w:hAnsi="Corbel" w:cs="Calibri"/>
                <w:bCs/>
                <w:lang w:eastAsia="pl-PL"/>
              </w:rPr>
              <w:t>Oplustil</w:t>
            </w:r>
            <w:proofErr w:type="spellEnd"/>
            <w:r w:rsidRPr="00C17FCA">
              <w:rPr>
                <w:rFonts w:ascii="Corbel" w:eastAsia="Times New Roman" w:hAnsi="Corbel" w:cs="Calibri"/>
                <w:bCs/>
                <w:lang w:eastAsia="pl-PL"/>
              </w:rPr>
              <w:t xml:space="preserve">, M. Bielski, G. Bogdan, W. Górowski, P. Kardas, J. Majewski, J. Raglewski, W. Wróbel, </w:t>
            </w:r>
            <w:r w:rsidR="0006453D" w:rsidRPr="00C17FCA">
              <w:rPr>
                <w:rFonts w:ascii="Corbel" w:eastAsia="Times New Roman" w:hAnsi="Corbel" w:cs="Calibri"/>
                <w:bCs/>
                <w:lang w:eastAsia="pl-PL"/>
              </w:rPr>
              <w:t>Materiały do nauki prawa karnego materialnego. Kazusy, t</w:t>
            </w:r>
            <w:r w:rsidR="00F317F0" w:rsidRPr="00C17FCA">
              <w:rPr>
                <w:rFonts w:ascii="Corbel" w:eastAsia="Times New Roman" w:hAnsi="Corbel" w:cs="Calibri"/>
                <w:bCs/>
                <w:lang w:eastAsia="pl-PL"/>
              </w:rPr>
              <w:t>es</w:t>
            </w:r>
            <w:r w:rsidR="0006453D" w:rsidRPr="00C17FCA">
              <w:rPr>
                <w:rFonts w:ascii="Corbel" w:eastAsia="Times New Roman" w:hAnsi="Corbel" w:cs="Calibri"/>
                <w:bCs/>
                <w:lang w:eastAsia="pl-PL"/>
              </w:rPr>
              <w:t>ty. Zadania argum</w:t>
            </w:r>
            <w:r w:rsidR="00C17FCA">
              <w:rPr>
                <w:rFonts w:ascii="Corbel" w:eastAsia="Times New Roman" w:hAnsi="Corbel" w:cs="Calibri"/>
                <w:bCs/>
                <w:lang w:eastAsia="pl-PL"/>
              </w:rPr>
              <w:t>e</w:t>
            </w:r>
            <w:r w:rsidR="0006453D" w:rsidRPr="00C17FCA">
              <w:rPr>
                <w:rFonts w:ascii="Corbel" w:eastAsia="Times New Roman" w:hAnsi="Corbel" w:cs="Calibri"/>
                <w:bCs/>
                <w:lang w:eastAsia="pl-PL"/>
              </w:rPr>
              <w:t>ntacyjne. Wolters Kluwer 2012.</w:t>
            </w:r>
          </w:p>
        </w:tc>
      </w:tr>
    </w:tbl>
    <w:p w14:paraId="5A6DCC49" w14:textId="77777777" w:rsidR="0085747A" w:rsidRPr="00C17F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4142F6D8" w14:textId="77777777" w:rsidR="0085747A" w:rsidRPr="00C17F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41048CA4" w14:textId="77777777" w:rsidR="0085747A" w:rsidRPr="00C17FCA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C17FCA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C17FC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C1087" w14:textId="77777777" w:rsidR="00E03BDF" w:rsidRDefault="00E03BDF" w:rsidP="00C16ABF">
      <w:pPr>
        <w:spacing w:after="0" w:line="240" w:lineRule="auto"/>
      </w:pPr>
      <w:r>
        <w:separator/>
      </w:r>
    </w:p>
  </w:endnote>
  <w:endnote w:type="continuationSeparator" w:id="0">
    <w:p w14:paraId="3410A3E7" w14:textId="77777777" w:rsidR="00E03BDF" w:rsidRDefault="00E03B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1D1CFD" w14:textId="77777777" w:rsidR="00E03BDF" w:rsidRDefault="00E03BDF" w:rsidP="00C16ABF">
      <w:pPr>
        <w:spacing w:after="0" w:line="240" w:lineRule="auto"/>
      </w:pPr>
      <w:r>
        <w:separator/>
      </w:r>
    </w:p>
  </w:footnote>
  <w:footnote w:type="continuationSeparator" w:id="0">
    <w:p w14:paraId="78C06530" w14:textId="77777777" w:rsidR="00E03BDF" w:rsidRDefault="00E03BDF" w:rsidP="00C16ABF">
      <w:pPr>
        <w:spacing w:after="0" w:line="240" w:lineRule="auto"/>
      </w:pPr>
      <w:r>
        <w:continuationSeparator/>
      </w:r>
    </w:p>
  </w:footnote>
  <w:footnote w:id="1">
    <w:p w14:paraId="593A147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A833E7"/>
    <w:multiLevelType w:val="hybridMultilevel"/>
    <w:tmpl w:val="DAE2B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369"/>
    <w:rsid w:val="000077B4"/>
    <w:rsid w:val="00015B8F"/>
    <w:rsid w:val="00020520"/>
    <w:rsid w:val="00022ECE"/>
    <w:rsid w:val="00042A51"/>
    <w:rsid w:val="00042D2E"/>
    <w:rsid w:val="00044C82"/>
    <w:rsid w:val="0006453D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0BB1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86E"/>
    <w:rsid w:val="001737CF"/>
    <w:rsid w:val="00176083"/>
    <w:rsid w:val="001813B2"/>
    <w:rsid w:val="00192F37"/>
    <w:rsid w:val="001A5DEA"/>
    <w:rsid w:val="001A70D2"/>
    <w:rsid w:val="001D657B"/>
    <w:rsid w:val="001D7B54"/>
    <w:rsid w:val="001E0209"/>
    <w:rsid w:val="001F2CA2"/>
    <w:rsid w:val="002144C0"/>
    <w:rsid w:val="00214F81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0A1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6F"/>
    <w:rsid w:val="003D6CE2"/>
    <w:rsid w:val="003E1941"/>
    <w:rsid w:val="003E2FE6"/>
    <w:rsid w:val="003E49D5"/>
    <w:rsid w:val="003E4B91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2C5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0B2C"/>
    <w:rsid w:val="005C080F"/>
    <w:rsid w:val="005C55E5"/>
    <w:rsid w:val="005C696A"/>
    <w:rsid w:val="005E6E85"/>
    <w:rsid w:val="005F31D2"/>
    <w:rsid w:val="0061029B"/>
    <w:rsid w:val="00617230"/>
    <w:rsid w:val="00621887"/>
    <w:rsid w:val="00621CE1"/>
    <w:rsid w:val="00627A00"/>
    <w:rsid w:val="00627FC9"/>
    <w:rsid w:val="00647FA8"/>
    <w:rsid w:val="00650C5F"/>
    <w:rsid w:val="00654934"/>
    <w:rsid w:val="006620D9"/>
    <w:rsid w:val="00671958"/>
    <w:rsid w:val="00675843"/>
    <w:rsid w:val="00696477"/>
    <w:rsid w:val="006A7857"/>
    <w:rsid w:val="006D050F"/>
    <w:rsid w:val="006D6139"/>
    <w:rsid w:val="006E5D65"/>
    <w:rsid w:val="006F1282"/>
    <w:rsid w:val="006F1FBC"/>
    <w:rsid w:val="006F31E2"/>
    <w:rsid w:val="007019D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BDE"/>
    <w:rsid w:val="00763BF1"/>
    <w:rsid w:val="00766FD4"/>
    <w:rsid w:val="0078168C"/>
    <w:rsid w:val="00787C2A"/>
    <w:rsid w:val="00790E27"/>
    <w:rsid w:val="00796838"/>
    <w:rsid w:val="00797839"/>
    <w:rsid w:val="007A4022"/>
    <w:rsid w:val="007A6E6E"/>
    <w:rsid w:val="007C0484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4922"/>
    <w:rsid w:val="00885F64"/>
    <w:rsid w:val="008917F9"/>
    <w:rsid w:val="0089204A"/>
    <w:rsid w:val="008A210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E99"/>
    <w:rsid w:val="00954A07"/>
    <w:rsid w:val="00997F14"/>
    <w:rsid w:val="009A60B5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7CA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881"/>
    <w:rsid w:val="00B3130B"/>
    <w:rsid w:val="00B31569"/>
    <w:rsid w:val="00B40ADB"/>
    <w:rsid w:val="00B42C64"/>
    <w:rsid w:val="00B43B77"/>
    <w:rsid w:val="00B43E80"/>
    <w:rsid w:val="00B607DB"/>
    <w:rsid w:val="00B66529"/>
    <w:rsid w:val="00B7452A"/>
    <w:rsid w:val="00B75946"/>
    <w:rsid w:val="00B8056E"/>
    <w:rsid w:val="00B819C8"/>
    <w:rsid w:val="00B82308"/>
    <w:rsid w:val="00B90885"/>
    <w:rsid w:val="00BB520A"/>
    <w:rsid w:val="00BB6E4D"/>
    <w:rsid w:val="00BC6ABB"/>
    <w:rsid w:val="00BD3869"/>
    <w:rsid w:val="00BD3F36"/>
    <w:rsid w:val="00BD66E9"/>
    <w:rsid w:val="00BD6FF4"/>
    <w:rsid w:val="00BF2C41"/>
    <w:rsid w:val="00C058B4"/>
    <w:rsid w:val="00C05F44"/>
    <w:rsid w:val="00C131B5"/>
    <w:rsid w:val="00C16ABF"/>
    <w:rsid w:val="00C170AE"/>
    <w:rsid w:val="00C17FCA"/>
    <w:rsid w:val="00C26CB7"/>
    <w:rsid w:val="00C324C1"/>
    <w:rsid w:val="00C36992"/>
    <w:rsid w:val="00C56036"/>
    <w:rsid w:val="00C61DC5"/>
    <w:rsid w:val="00C64FA7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0262"/>
    <w:rsid w:val="00D26B2C"/>
    <w:rsid w:val="00D352C9"/>
    <w:rsid w:val="00D425B2"/>
    <w:rsid w:val="00D428D6"/>
    <w:rsid w:val="00D552B2"/>
    <w:rsid w:val="00D608D1"/>
    <w:rsid w:val="00D7357C"/>
    <w:rsid w:val="00D74119"/>
    <w:rsid w:val="00D8075B"/>
    <w:rsid w:val="00D8678B"/>
    <w:rsid w:val="00DA2114"/>
    <w:rsid w:val="00DA7731"/>
    <w:rsid w:val="00DC5E61"/>
    <w:rsid w:val="00DE09C0"/>
    <w:rsid w:val="00DE4A14"/>
    <w:rsid w:val="00DF320D"/>
    <w:rsid w:val="00DF71C8"/>
    <w:rsid w:val="00E03BDF"/>
    <w:rsid w:val="00E129B8"/>
    <w:rsid w:val="00E21E7D"/>
    <w:rsid w:val="00E22FBC"/>
    <w:rsid w:val="00E24BF5"/>
    <w:rsid w:val="00E25338"/>
    <w:rsid w:val="00E51E44"/>
    <w:rsid w:val="00E63348"/>
    <w:rsid w:val="00E662E0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7F0"/>
    <w:rsid w:val="00F526AF"/>
    <w:rsid w:val="00F617C3"/>
    <w:rsid w:val="00F7066B"/>
    <w:rsid w:val="00F83B28"/>
    <w:rsid w:val="00FA46E5"/>
    <w:rsid w:val="00FB171A"/>
    <w:rsid w:val="00FB7DBA"/>
    <w:rsid w:val="00FC1C25"/>
    <w:rsid w:val="00FC3F45"/>
    <w:rsid w:val="00FD503F"/>
    <w:rsid w:val="00FD7589"/>
    <w:rsid w:val="00FE0C4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F458A"/>
  <w15:docId w15:val="{C3DA0C21-1B49-492E-BFEF-F87DB62EC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9A5A2-B94C-43ED-A270-16515B3C7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1432</Words>
  <Characters>8597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2021-04-20T10:52:00Z</dcterms:created>
  <dcterms:modified xsi:type="dcterms:W3CDTF">2021-08-20T11:47:00Z</dcterms:modified>
</cp:coreProperties>
</file>